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74116" w14:textId="77777777" w:rsidR="002C0CB8" w:rsidRDefault="000865E7" w:rsidP="002C0CB8">
      <w:pPr>
        <w:tabs>
          <w:tab w:val="left" w:pos="6345"/>
        </w:tabs>
        <w:ind w:left="3828"/>
        <w:rPr>
          <w:b/>
          <w:bCs/>
          <w:color w:val="000000"/>
          <w:sz w:val="28"/>
          <w:szCs w:val="28"/>
          <w:shd w:val="clear" w:color="auto" w:fill="FFFFFF"/>
        </w:rPr>
      </w:pPr>
      <w:r w:rsidRPr="000865E7">
        <w:rPr>
          <w:b/>
          <w:bCs/>
          <w:sz w:val="28"/>
          <w:szCs w:val="32"/>
        </w:rPr>
        <w:t xml:space="preserve">Председателю </w:t>
      </w:r>
      <w:r w:rsidR="002C0CB8" w:rsidRPr="0039703E">
        <w:rPr>
          <w:b/>
          <w:bCs/>
          <w:color w:val="000000"/>
          <w:sz w:val="28"/>
          <w:szCs w:val="28"/>
          <w:shd w:val="clear" w:color="auto" w:fill="FFFFFF"/>
        </w:rPr>
        <w:t xml:space="preserve">Комиссии </w:t>
      </w:r>
    </w:p>
    <w:p w14:paraId="45F8CE38" w14:textId="77777777" w:rsidR="002C0CB8" w:rsidRPr="0039703E" w:rsidRDefault="002C0CB8" w:rsidP="002C0CB8">
      <w:pPr>
        <w:tabs>
          <w:tab w:val="left" w:pos="6345"/>
        </w:tabs>
        <w:ind w:left="3828"/>
        <w:rPr>
          <w:b/>
          <w:bCs/>
          <w:sz w:val="28"/>
          <w:szCs w:val="28"/>
        </w:rPr>
      </w:pPr>
      <w:r w:rsidRPr="0039703E">
        <w:rPr>
          <w:b/>
          <w:bCs/>
          <w:sz w:val="28"/>
          <w:szCs w:val="28"/>
        </w:rPr>
        <w:t>по соблюдению требований к служебному поведению государственных гражданских служащих Государственного комитета по водному хозяйству и мелиорации Республики Крым, должностному поведению руководителей учреждений, отнесенных к ведению Государственного комитета по водному хозяйству и мелиорации Республики Крым, и урегулированию конфликта интересов</w:t>
      </w:r>
    </w:p>
    <w:p w14:paraId="086BC6A6" w14:textId="08E19DC0" w:rsidR="001B5314" w:rsidRPr="000865E7" w:rsidRDefault="001B5314" w:rsidP="002C0CB8">
      <w:pPr>
        <w:ind w:left="3828"/>
        <w:jc w:val="both"/>
        <w:rPr>
          <w:sz w:val="28"/>
          <w:szCs w:val="28"/>
        </w:rPr>
      </w:pPr>
      <w:r w:rsidRPr="000865E7">
        <w:rPr>
          <w:sz w:val="28"/>
          <w:szCs w:val="28"/>
        </w:rPr>
        <w:t>от_________________________________</w:t>
      </w:r>
    </w:p>
    <w:p w14:paraId="3DAAD23D" w14:textId="77777777" w:rsidR="002C0CB8" w:rsidRDefault="001B5314" w:rsidP="002C0CB8">
      <w:pPr>
        <w:ind w:left="3828"/>
        <w:jc w:val="center"/>
        <w:rPr>
          <w:sz w:val="22"/>
          <w:szCs w:val="22"/>
        </w:rPr>
      </w:pPr>
      <w:r w:rsidRPr="000865E7">
        <w:rPr>
          <w:sz w:val="22"/>
          <w:szCs w:val="22"/>
        </w:rPr>
        <w:t>(Ф.И.О.)</w:t>
      </w:r>
    </w:p>
    <w:p w14:paraId="2AFC2E11" w14:textId="77777777" w:rsidR="002C0CB8" w:rsidRDefault="001B5314" w:rsidP="002C0CB8">
      <w:pPr>
        <w:ind w:left="3828"/>
        <w:jc w:val="both"/>
        <w:rPr>
          <w:sz w:val="22"/>
          <w:szCs w:val="22"/>
        </w:rPr>
      </w:pPr>
      <w:r w:rsidRPr="000865E7">
        <w:rPr>
          <w:sz w:val="28"/>
          <w:szCs w:val="22"/>
        </w:rPr>
        <w:t>проживающего по адресу:</w:t>
      </w:r>
      <w:r w:rsidR="000865E7">
        <w:rPr>
          <w:sz w:val="28"/>
          <w:szCs w:val="22"/>
        </w:rPr>
        <w:t xml:space="preserve"> </w:t>
      </w:r>
      <w:r w:rsidRPr="000865E7">
        <w:rPr>
          <w:sz w:val="28"/>
          <w:szCs w:val="22"/>
        </w:rPr>
        <w:t>________</w:t>
      </w:r>
      <w:r w:rsidR="000865E7">
        <w:rPr>
          <w:sz w:val="28"/>
          <w:szCs w:val="22"/>
        </w:rPr>
        <w:t>_</w:t>
      </w:r>
      <w:r w:rsidRPr="000865E7">
        <w:rPr>
          <w:sz w:val="28"/>
          <w:szCs w:val="22"/>
        </w:rPr>
        <w:t>___</w:t>
      </w:r>
    </w:p>
    <w:p w14:paraId="6E3F4FE9" w14:textId="77777777" w:rsidR="002C0CB8" w:rsidRDefault="001B5314" w:rsidP="002C0CB8">
      <w:pPr>
        <w:ind w:left="3828"/>
        <w:jc w:val="both"/>
        <w:rPr>
          <w:sz w:val="22"/>
          <w:szCs w:val="22"/>
        </w:rPr>
      </w:pPr>
      <w:r w:rsidRPr="000865E7">
        <w:rPr>
          <w:sz w:val="28"/>
          <w:szCs w:val="22"/>
        </w:rPr>
        <w:t>___________________________________</w:t>
      </w:r>
    </w:p>
    <w:p w14:paraId="55DF5320" w14:textId="695147E0" w:rsidR="001B5314" w:rsidRPr="002C0CB8" w:rsidRDefault="001B5314" w:rsidP="002C0CB8">
      <w:pPr>
        <w:ind w:left="3828"/>
        <w:jc w:val="both"/>
        <w:rPr>
          <w:sz w:val="22"/>
          <w:szCs w:val="22"/>
        </w:rPr>
      </w:pPr>
      <w:r w:rsidRPr="000865E7">
        <w:rPr>
          <w:sz w:val="28"/>
          <w:szCs w:val="22"/>
        </w:rPr>
        <w:t>тел. ______________________________</w:t>
      </w:r>
      <w:r w:rsidR="000865E7">
        <w:rPr>
          <w:sz w:val="28"/>
          <w:szCs w:val="22"/>
        </w:rPr>
        <w:t>_</w:t>
      </w:r>
    </w:p>
    <w:p w14:paraId="7384C3B2" w14:textId="77777777" w:rsidR="001B5314" w:rsidRDefault="001B5314" w:rsidP="001B5314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14:paraId="47547209" w14:textId="77777777" w:rsidR="001B5314" w:rsidRPr="001B5314" w:rsidRDefault="001B5314" w:rsidP="001B531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B5314">
        <w:rPr>
          <w:rFonts w:ascii="Times New Roman" w:hAnsi="Times New Roman"/>
          <w:b/>
          <w:sz w:val="28"/>
          <w:szCs w:val="28"/>
        </w:rPr>
        <w:t>З А Я В Л Е Н И Е</w:t>
      </w:r>
    </w:p>
    <w:p w14:paraId="0DA78C2E" w14:textId="77777777" w:rsidR="001B5314" w:rsidRPr="001B5314" w:rsidRDefault="001B5314" w:rsidP="001B531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B5314">
        <w:rPr>
          <w:rFonts w:ascii="Times New Roman" w:hAnsi="Times New Roman"/>
          <w:b/>
          <w:sz w:val="28"/>
          <w:szCs w:val="28"/>
        </w:rPr>
        <w:t xml:space="preserve">о невозможности выполнить требования Федерального закона </w:t>
      </w:r>
    </w:p>
    <w:p w14:paraId="6FB96A12" w14:textId="77777777" w:rsidR="001B5314" w:rsidRDefault="001B5314" w:rsidP="001B5314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1B5314">
        <w:rPr>
          <w:rFonts w:ascii="Times New Roman" w:hAnsi="Times New Roman"/>
          <w:b/>
          <w:sz w:val="28"/>
          <w:szCs w:val="28"/>
        </w:rPr>
        <w:t>от 07 мая 2013 года № 79-ФЗ «О запрете отдельным категориям лиц открывать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5314">
        <w:rPr>
          <w:rFonts w:ascii="Times New Roman" w:hAnsi="Times New Roman"/>
          <w:b/>
          <w:sz w:val="28"/>
          <w:szCs w:val="28"/>
        </w:rPr>
        <w:t>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14:paraId="37271892" w14:textId="77777777" w:rsidR="001B5314" w:rsidRDefault="001B5314" w:rsidP="001B5314">
      <w:pPr>
        <w:pStyle w:val="ConsPlusNonformat"/>
        <w:rPr>
          <w:rFonts w:ascii="Times New Roman" w:hAnsi="Times New Roman"/>
          <w:sz w:val="24"/>
          <w:szCs w:val="24"/>
        </w:rPr>
      </w:pPr>
    </w:p>
    <w:p w14:paraId="04949949" w14:textId="29A64438" w:rsidR="000865E7" w:rsidRPr="000865E7" w:rsidRDefault="001B5314" w:rsidP="000865E7">
      <w:pPr>
        <w:ind w:right="75" w:firstLine="708"/>
        <w:jc w:val="both"/>
        <w:rPr>
          <w:i/>
          <w:iCs/>
          <w:sz w:val="28"/>
          <w:szCs w:val="28"/>
        </w:rPr>
      </w:pPr>
      <w:r w:rsidRPr="001B5314">
        <w:rPr>
          <w:sz w:val="28"/>
          <w:szCs w:val="28"/>
        </w:rPr>
        <w:t>Сообщаю, что я не имею возможности выполнить требования Федерального закона от 7</w:t>
      </w:r>
      <w:r w:rsidR="000865E7">
        <w:rPr>
          <w:sz w:val="28"/>
          <w:szCs w:val="28"/>
        </w:rPr>
        <w:t xml:space="preserve"> </w:t>
      </w:r>
      <w:r w:rsidRPr="001B5314">
        <w:rPr>
          <w:sz w:val="28"/>
          <w:szCs w:val="28"/>
        </w:rPr>
        <w:t xml:space="preserve">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 w:rsidR="000865E7" w:rsidRPr="00E46964">
        <w:rPr>
          <w:sz w:val="28"/>
          <w:szCs w:val="28"/>
        </w:rPr>
        <w:t>в связи с возникновением обстоятельств, указанных в</w:t>
      </w:r>
      <w:r w:rsidR="000865E7">
        <w:rPr>
          <w:rStyle w:val="apple-converted-space"/>
          <w:sz w:val="28"/>
          <w:szCs w:val="28"/>
        </w:rPr>
        <w:t xml:space="preserve"> </w:t>
      </w:r>
      <w:r w:rsidR="000865E7" w:rsidRPr="000865E7">
        <w:rPr>
          <w:sz w:val="28"/>
          <w:szCs w:val="28"/>
        </w:rPr>
        <w:t>части 2 статьи 3</w:t>
      </w:r>
      <w:r w:rsidR="000865E7">
        <w:rPr>
          <w:rStyle w:val="apple-converted-space"/>
          <w:sz w:val="28"/>
          <w:szCs w:val="28"/>
        </w:rPr>
        <w:t xml:space="preserve"> </w:t>
      </w:r>
      <w:r w:rsidR="000865E7" w:rsidRPr="00E46964">
        <w:rPr>
          <w:rStyle w:val="apple-converted-space"/>
          <w:sz w:val="28"/>
          <w:szCs w:val="28"/>
        </w:rPr>
        <w:t xml:space="preserve">указанного </w:t>
      </w:r>
      <w:r w:rsidR="000865E7">
        <w:rPr>
          <w:sz w:val="28"/>
          <w:szCs w:val="28"/>
        </w:rPr>
        <w:t xml:space="preserve">Федерального закона, а также </w:t>
      </w:r>
      <w:r w:rsidR="000865E7" w:rsidRPr="00E46964">
        <w:rPr>
          <w:sz w:val="28"/>
          <w:szCs w:val="28"/>
        </w:rPr>
        <w:t xml:space="preserve">не имею возможности предоставить полные сведения по разделу 4 </w:t>
      </w:r>
      <w:r w:rsidR="000865E7">
        <w:rPr>
          <w:sz w:val="28"/>
          <w:szCs w:val="28"/>
        </w:rPr>
        <w:t>«</w:t>
      </w:r>
      <w:r w:rsidR="000865E7" w:rsidRPr="00E46964">
        <w:rPr>
          <w:sz w:val="28"/>
          <w:szCs w:val="28"/>
        </w:rPr>
        <w:t>Сведения</w:t>
      </w:r>
      <w:r w:rsidR="000865E7">
        <w:rPr>
          <w:sz w:val="28"/>
          <w:szCs w:val="28"/>
        </w:rPr>
        <w:t xml:space="preserve">                           </w:t>
      </w:r>
      <w:r w:rsidR="000865E7" w:rsidRPr="00E46964">
        <w:rPr>
          <w:sz w:val="28"/>
          <w:szCs w:val="28"/>
        </w:rPr>
        <w:t xml:space="preserve"> о счетах в банках и иных кредитных организациях</w:t>
      </w:r>
      <w:r w:rsidR="000865E7">
        <w:rPr>
          <w:sz w:val="28"/>
          <w:szCs w:val="28"/>
        </w:rPr>
        <w:t>»</w:t>
      </w:r>
      <w:r w:rsidR="000865E7" w:rsidRPr="00E46964">
        <w:rPr>
          <w:sz w:val="28"/>
          <w:szCs w:val="28"/>
        </w:rPr>
        <w:t xml:space="preserve"> справки о доходах </w:t>
      </w:r>
      <w:r w:rsidR="000865E7">
        <w:rPr>
          <w:sz w:val="28"/>
          <w:szCs w:val="28"/>
        </w:rPr>
        <w:t xml:space="preserve">                            </w:t>
      </w:r>
      <w:r w:rsidR="000865E7" w:rsidRPr="00E46964">
        <w:rPr>
          <w:sz w:val="28"/>
          <w:szCs w:val="28"/>
        </w:rPr>
        <w:t>и расходах за отчетный период 20</w:t>
      </w:r>
      <w:r w:rsidR="000865E7">
        <w:rPr>
          <w:sz w:val="28"/>
          <w:szCs w:val="28"/>
        </w:rPr>
        <w:t>20 года в отношении себя</w:t>
      </w:r>
      <w:r w:rsidR="000865E7" w:rsidRPr="00E46964">
        <w:rPr>
          <w:sz w:val="28"/>
          <w:szCs w:val="28"/>
        </w:rPr>
        <w:t xml:space="preserve">, а именно: </w:t>
      </w:r>
      <w:r w:rsidR="000865E7" w:rsidRPr="000865E7">
        <w:rPr>
          <w:i/>
          <w:iCs/>
          <w:sz w:val="28"/>
          <w:szCs w:val="28"/>
        </w:rPr>
        <w:t>наименование банка, дату открытия счета и сумму остатка на счете; (какие данные не можете указать)</w:t>
      </w:r>
      <w:r w:rsidR="000865E7">
        <w:rPr>
          <w:i/>
          <w:iCs/>
          <w:sz w:val="28"/>
          <w:szCs w:val="28"/>
        </w:rPr>
        <w:t>.</w:t>
      </w:r>
    </w:p>
    <w:p w14:paraId="446378ED" w14:textId="77777777" w:rsidR="000865E7" w:rsidRPr="00E46964" w:rsidRDefault="000865E7" w:rsidP="000865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46964">
        <w:rPr>
          <w:sz w:val="28"/>
          <w:szCs w:val="28"/>
        </w:rPr>
        <w:t xml:space="preserve">ля </w:t>
      </w:r>
      <w:r>
        <w:rPr>
          <w:sz w:val="28"/>
          <w:szCs w:val="28"/>
        </w:rPr>
        <w:t>получения указанной информации я</w:t>
      </w:r>
      <w:r w:rsidRPr="00E46964">
        <w:rPr>
          <w:sz w:val="28"/>
          <w:szCs w:val="28"/>
        </w:rPr>
        <w:t xml:space="preserve"> обращал</w:t>
      </w:r>
      <w:r>
        <w:rPr>
          <w:sz w:val="28"/>
          <w:szCs w:val="28"/>
        </w:rPr>
        <w:t>а</w:t>
      </w:r>
      <w:r w:rsidRPr="00E46964">
        <w:rPr>
          <w:sz w:val="28"/>
          <w:szCs w:val="28"/>
        </w:rPr>
        <w:t xml:space="preserve">сь по телефону в указанные банки, </w:t>
      </w:r>
      <w:r>
        <w:rPr>
          <w:sz w:val="28"/>
          <w:szCs w:val="28"/>
        </w:rPr>
        <w:t>мною</w:t>
      </w:r>
      <w:r w:rsidRPr="00E46964">
        <w:rPr>
          <w:sz w:val="28"/>
          <w:szCs w:val="28"/>
        </w:rPr>
        <w:t xml:space="preserve"> направлены на электронные адреса банков </w:t>
      </w:r>
      <w:r w:rsidRPr="00E46964">
        <w:rPr>
          <w:sz w:val="28"/>
          <w:szCs w:val="28"/>
          <w:shd w:val="clear" w:color="auto" w:fill="FFFFFF"/>
        </w:rPr>
        <w:t xml:space="preserve">заявления </w:t>
      </w:r>
      <w:r w:rsidRPr="00E46964">
        <w:rPr>
          <w:sz w:val="28"/>
          <w:szCs w:val="28"/>
        </w:rPr>
        <w:t>о предоставлении соответствующих сведений</w:t>
      </w:r>
      <w:r>
        <w:rPr>
          <w:sz w:val="28"/>
          <w:szCs w:val="28"/>
        </w:rPr>
        <w:t xml:space="preserve"> и закрытии всех счетов</w:t>
      </w:r>
      <w:r w:rsidRPr="00E46964">
        <w:rPr>
          <w:sz w:val="28"/>
          <w:szCs w:val="28"/>
        </w:rPr>
        <w:t xml:space="preserve">. До настоящего времени ответы не поступили, разъяснения о порядке закрытия счета не получены. </w:t>
      </w:r>
    </w:p>
    <w:p w14:paraId="3E381B8B" w14:textId="77777777" w:rsidR="000865E7" w:rsidRDefault="000865E7" w:rsidP="000865E7">
      <w:pPr>
        <w:ind w:firstLine="708"/>
        <w:jc w:val="both"/>
        <w:rPr>
          <w:sz w:val="28"/>
          <w:szCs w:val="28"/>
          <w:shd w:val="clear" w:color="auto" w:fill="FDFDFD"/>
        </w:rPr>
      </w:pPr>
      <w:r>
        <w:rPr>
          <w:sz w:val="28"/>
          <w:szCs w:val="28"/>
          <w:shd w:val="clear" w:color="auto" w:fill="FDFDFD"/>
        </w:rPr>
        <w:t>П</w:t>
      </w:r>
      <w:r w:rsidRPr="00E46964">
        <w:rPr>
          <w:sz w:val="28"/>
          <w:szCs w:val="28"/>
          <w:shd w:val="clear" w:color="auto" w:fill="FDFDFD"/>
        </w:rPr>
        <w:t xml:space="preserve">осле вхождения Республики Крым в состав </w:t>
      </w:r>
      <w:r>
        <w:rPr>
          <w:sz w:val="28"/>
          <w:szCs w:val="28"/>
          <w:shd w:val="clear" w:color="auto" w:fill="FDFDFD"/>
        </w:rPr>
        <w:t>Российской Федерации я, в установленном порядке, вышла</w:t>
      </w:r>
      <w:r w:rsidRPr="00E46964">
        <w:rPr>
          <w:sz w:val="28"/>
          <w:szCs w:val="28"/>
          <w:shd w:val="clear" w:color="auto" w:fill="FDFDFD"/>
        </w:rPr>
        <w:t xml:space="preserve"> </w:t>
      </w:r>
      <w:r>
        <w:rPr>
          <w:sz w:val="28"/>
          <w:szCs w:val="28"/>
          <w:shd w:val="clear" w:color="auto" w:fill="FDFDFD"/>
        </w:rPr>
        <w:t>из гражданства Украины, являюсь</w:t>
      </w:r>
      <w:r w:rsidRPr="00E46964">
        <w:rPr>
          <w:sz w:val="28"/>
          <w:szCs w:val="28"/>
          <w:shd w:val="clear" w:color="auto" w:fill="FDFDFD"/>
        </w:rPr>
        <w:t xml:space="preserve"> граждан</w:t>
      </w:r>
      <w:r>
        <w:rPr>
          <w:sz w:val="28"/>
          <w:szCs w:val="28"/>
          <w:shd w:val="clear" w:color="auto" w:fill="FDFDFD"/>
        </w:rPr>
        <w:t>кой Российской Федерации, в связи с чем, не могу</w:t>
      </w:r>
      <w:r w:rsidRPr="00E46964">
        <w:rPr>
          <w:sz w:val="28"/>
          <w:szCs w:val="28"/>
          <w:shd w:val="clear" w:color="auto" w:fill="FDFDFD"/>
        </w:rPr>
        <w:t xml:space="preserve"> выполнить требования </w:t>
      </w:r>
      <w:r>
        <w:rPr>
          <w:sz w:val="28"/>
          <w:szCs w:val="28"/>
          <w:shd w:val="clear" w:color="auto" w:fill="FDFDFD"/>
        </w:rPr>
        <w:t>Национального</w:t>
      </w:r>
      <w:r w:rsidRPr="00E46964">
        <w:rPr>
          <w:sz w:val="28"/>
          <w:szCs w:val="28"/>
          <w:shd w:val="clear" w:color="auto" w:fill="FDFDFD"/>
        </w:rPr>
        <w:t xml:space="preserve"> банк</w:t>
      </w:r>
      <w:r>
        <w:rPr>
          <w:sz w:val="28"/>
          <w:szCs w:val="28"/>
          <w:shd w:val="clear" w:color="auto" w:fill="FDFDFD"/>
        </w:rPr>
        <w:t>а Украины и лично присутствовать в банке для закрытия счетов.</w:t>
      </w:r>
    </w:p>
    <w:p w14:paraId="0985734C" w14:textId="77777777" w:rsidR="000865E7" w:rsidRPr="00E46964" w:rsidRDefault="000865E7" w:rsidP="000865E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6964">
        <w:rPr>
          <w:sz w:val="28"/>
          <w:szCs w:val="28"/>
        </w:rPr>
        <w:t>По указанным выше не зависящим от меня объективным причинам, я не могу представить полные сведения о счетах в банках, расположенных за пределами территории Российской Федерации.</w:t>
      </w:r>
    </w:p>
    <w:p w14:paraId="5FA4EF3E" w14:textId="031125AE" w:rsidR="000865E7" w:rsidRPr="007A0D61" w:rsidRDefault="000865E7" w:rsidP="000865E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6964">
        <w:rPr>
          <w:sz w:val="28"/>
          <w:szCs w:val="28"/>
        </w:rPr>
        <w:t>Обязуюсь выполнить требования, предусмотренные</w:t>
      </w:r>
      <w:r>
        <w:rPr>
          <w:rStyle w:val="apple-converted-space"/>
          <w:sz w:val="28"/>
          <w:szCs w:val="28"/>
        </w:rPr>
        <w:t xml:space="preserve"> </w:t>
      </w:r>
      <w:r w:rsidRPr="000865E7">
        <w:rPr>
          <w:sz w:val="28"/>
          <w:szCs w:val="28"/>
        </w:rPr>
        <w:t>частью 1</w:t>
      </w:r>
      <w:r>
        <w:rPr>
          <w:rStyle w:val="apple-converted-space"/>
          <w:sz w:val="28"/>
          <w:szCs w:val="28"/>
        </w:rPr>
        <w:t xml:space="preserve"> </w:t>
      </w:r>
      <w:r w:rsidRPr="00E46964">
        <w:rPr>
          <w:sz w:val="28"/>
          <w:szCs w:val="28"/>
        </w:rPr>
        <w:t xml:space="preserve">статьи 3 </w:t>
      </w:r>
      <w:r w:rsidRPr="00E46964">
        <w:rPr>
          <w:sz w:val="28"/>
          <w:szCs w:val="28"/>
          <w:shd w:val="clear" w:color="auto" w:fill="FFFFFF"/>
        </w:rPr>
        <w:t xml:space="preserve">Федерального закона от </w:t>
      </w:r>
      <w:r>
        <w:rPr>
          <w:sz w:val="28"/>
          <w:szCs w:val="28"/>
          <w:shd w:val="clear" w:color="auto" w:fill="FFFFFF"/>
        </w:rPr>
        <w:t>07 мая 2013 года</w:t>
      </w:r>
      <w:r w:rsidRPr="00E4696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№ </w:t>
      </w:r>
      <w:r w:rsidRPr="00E46964">
        <w:rPr>
          <w:sz w:val="28"/>
          <w:szCs w:val="28"/>
          <w:shd w:val="clear" w:color="auto" w:fill="FFFFFF"/>
        </w:rPr>
        <w:t xml:space="preserve">79-ФЗ </w:t>
      </w:r>
      <w:r>
        <w:rPr>
          <w:sz w:val="28"/>
          <w:szCs w:val="28"/>
        </w:rPr>
        <w:t>«</w:t>
      </w:r>
      <w:r w:rsidRPr="00E46964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»</w:t>
      </w:r>
      <w:r w:rsidRPr="00E46964">
        <w:rPr>
          <w:sz w:val="28"/>
          <w:szCs w:val="28"/>
        </w:rPr>
        <w:t>, в течение трех месяцев со дня прекращения де</w:t>
      </w:r>
      <w:r>
        <w:rPr>
          <w:sz w:val="28"/>
          <w:szCs w:val="28"/>
        </w:rPr>
        <w:t xml:space="preserve">йствия обстоятельств, указанных </w:t>
      </w:r>
      <w:r w:rsidRPr="00E46964">
        <w:rPr>
          <w:sz w:val="28"/>
          <w:szCs w:val="28"/>
        </w:rPr>
        <w:t>в</w:t>
      </w:r>
      <w:r>
        <w:rPr>
          <w:rStyle w:val="apple-converted-space"/>
          <w:sz w:val="28"/>
          <w:szCs w:val="28"/>
        </w:rPr>
        <w:t xml:space="preserve"> части 2 статьи </w:t>
      </w:r>
      <w:r w:rsidRPr="00E46964">
        <w:rPr>
          <w:sz w:val="28"/>
          <w:szCs w:val="28"/>
        </w:rPr>
        <w:t>3</w:t>
      </w:r>
      <w:r>
        <w:rPr>
          <w:rStyle w:val="apple-converted-space"/>
          <w:sz w:val="28"/>
          <w:szCs w:val="28"/>
        </w:rPr>
        <w:t xml:space="preserve"> </w:t>
      </w:r>
      <w:r w:rsidRPr="007A0D61">
        <w:rPr>
          <w:rStyle w:val="apple-converted-space"/>
          <w:sz w:val="28"/>
          <w:szCs w:val="28"/>
        </w:rPr>
        <w:t xml:space="preserve">указанного </w:t>
      </w:r>
      <w:r w:rsidRPr="007A0D61">
        <w:rPr>
          <w:sz w:val="28"/>
          <w:szCs w:val="28"/>
        </w:rPr>
        <w:t>Федерального закона.</w:t>
      </w:r>
    </w:p>
    <w:p w14:paraId="557B060C" w14:textId="77777777" w:rsidR="000865E7" w:rsidRPr="00E46964" w:rsidRDefault="000865E7" w:rsidP="000865E7">
      <w:pPr>
        <w:ind w:firstLine="709"/>
        <w:jc w:val="both"/>
        <w:rPr>
          <w:sz w:val="28"/>
          <w:szCs w:val="28"/>
        </w:rPr>
      </w:pPr>
      <w:r w:rsidRPr="007A0D61">
        <w:rPr>
          <w:sz w:val="28"/>
          <w:szCs w:val="28"/>
        </w:rPr>
        <w:t xml:space="preserve">Прошу Вас рассмотреть вышеизложенное на заседании </w:t>
      </w:r>
      <w:r w:rsidRPr="0039703E">
        <w:rPr>
          <w:bCs/>
          <w:sz w:val="28"/>
          <w:szCs w:val="28"/>
        </w:rPr>
        <w:t>Комиссии по соблюдению требований к служебному поведению государственных гражданских служащих Государственного комитета по водному хозяйству и мелиорации Республики Крым, должностному поведению руководителей учреждений, отнесенных к ведению Государственного комитета по водному хозяйству и мелиорации Республики Крым, и урегулированию конфликта интересов,</w:t>
      </w:r>
      <w:r w:rsidRPr="007A0D61">
        <w:rPr>
          <w:sz w:val="28"/>
          <w:szCs w:val="28"/>
        </w:rPr>
        <w:t xml:space="preserve"> признать</w:t>
      </w:r>
      <w:r w:rsidRPr="00E46964">
        <w:rPr>
          <w:sz w:val="28"/>
          <w:szCs w:val="28"/>
        </w:rPr>
        <w:t>, что обстоятельства, препятствующие выполнению требований статьи</w:t>
      </w:r>
      <w:r>
        <w:rPr>
          <w:sz w:val="28"/>
          <w:szCs w:val="28"/>
        </w:rPr>
        <w:t xml:space="preserve"> 8 Федерального закона от 25 декабря </w:t>
      </w:r>
      <w:r w:rsidRPr="00E46964">
        <w:rPr>
          <w:sz w:val="28"/>
          <w:szCs w:val="28"/>
        </w:rPr>
        <w:t xml:space="preserve">2008 </w:t>
      </w:r>
      <w:r>
        <w:rPr>
          <w:sz w:val="28"/>
          <w:szCs w:val="28"/>
        </w:rPr>
        <w:t xml:space="preserve">года </w:t>
      </w:r>
      <w:r w:rsidRPr="00E46964">
        <w:rPr>
          <w:sz w:val="28"/>
          <w:szCs w:val="28"/>
        </w:rPr>
        <w:t>№ 273-ФЗ</w:t>
      </w:r>
      <w:r>
        <w:rPr>
          <w:sz w:val="28"/>
          <w:szCs w:val="28"/>
        </w:rPr>
        <w:t xml:space="preserve"> «</w:t>
      </w:r>
      <w:r w:rsidRPr="00E46964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E46964">
        <w:rPr>
          <w:sz w:val="28"/>
          <w:szCs w:val="28"/>
        </w:rPr>
        <w:t xml:space="preserve"> в части представления полн</w:t>
      </w:r>
      <w:r>
        <w:rPr>
          <w:sz w:val="28"/>
          <w:szCs w:val="28"/>
        </w:rPr>
        <w:t xml:space="preserve">ых сведений о счетах в банках, </w:t>
      </w:r>
      <w:r w:rsidRPr="00E46964">
        <w:rPr>
          <w:sz w:val="28"/>
          <w:szCs w:val="28"/>
        </w:rPr>
        <w:t xml:space="preserve">Федерального </w:t>
      </w:r>
      <w:hyperlink r:id="rId7" w:history="1">
        <w:r w:rsidRPr="00E46964">
          <w:rPr>
            <w:sz w:val="28"/>
            <w:szCs w:val="28"/>
          </w:rPr>
          <w:t>закона</w:t>
        </w:r>
      </w:hyperlink>
      <w:r>
        <w:t xml:space="preserve"> </w:t>
      </w:r>
      <w:r>
        <w:rPr>
          <w:sz w:val="28"/>
          <w:szCs w:val="28"/>
        </w:rPr>
        <w:t>«</w:t>
      </w:r>
      <w:r w:rsidRPr="00E46964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»</w:t>
      </w:r>
      <w:r w:rsidRPr="00E46964">
        <w:rPr>
          <w:sz w:val="28"/>
          <w:szCs w:val="28"/>
        </w:rPr>
        <w:t>, являются объективными и уважительными.</w:t>
      </w:r>
    </w:p>
    <w:p w14:paraId="6BA3E31B" w14:textId="77777777" w:rsidR="000865E7" w:rsidRPr="00BD36FA" w:rsidRDefault="000865E7" w:rsidP="000865E7">
      <w:pPr>
        <w:ind w:firstLine="709"/>
        <w:jc w:val="both"/>
        <w:rPr>
          <w:sz w:val="28"/>
          <w:szCs w:val="28"/>
          <w:shd w:val="clear" w:color="auto" w:fill="FFFFFF"/>
        </w:rPr>
      </w:pPr>
      <w:r w:rsidRPr="00BD36FA">
        <w:rPr>
          <w:sz w:val="28"/>
          <w:szCs w:val="28"/>
          <w:shd w:val="clear" w:color="auto" w:fill="FFFFFF"/>
        </w:rPr>
        <w:t>Прошу</w:t>
      </w:r>
      <w:r>
        <w:rPr>
          <w:sz w:val="28"/>
          <w:szCs w:val="28"/>
          <w:shd w:val="clear" w:color="auto" w:fill="FFFFFF"/>
        </w:rPr>
        <w:t xml:space="preserve"> рассмотреть данное заявление </w:t>
      </w:r>
      <w:r w:rsidRPr="00BD36FA">
        <w:rPr>
          <w:sz w:val="28"/>
          <w:szCs w:val="28"/>
          <w:shd w:val="clear" w:color="auto" w:fill="FFFFFF"/>
        </w:rPr>
        <w:t>без моего присутствия.</w:t>
      </w:r>
    </w:p>
    <w:p w14:paraId="5B82B73C" w14:textId="77777777" w:rsidR="001B5314" w:rsidRPr="001B5314" w:rsidRDefault="001B5314" w:rsidP="001B53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1CEB1A" w14:textId="77777777" w:rsidR="001B5314" w:rsidRPr="001B5314" w:rsidRDefault="001B5314" w:rsidP="001B53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314">
        <w:rPr>
          <w:sz w:val="28"/>
          <w:szCs w:val="28"/>
        </w:rPr>
        <w:t>К заявлению прилагаю следующие дополнительные материалы (в случае наличия):</w:t>
      </w:r>
    </w:p>
    <w:p w14:paraId="5C74270D" w14:textId="77777777" w:rsidR="001B5314" w:rsidRPr="001B5314" w:rsidRDefault="001B5314" w:rsidP="001B53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314">
        <w:rPr>
          <w:sz w:val="28"/>
          <w:szCs w:val="28"/>
        </w:rPr>
        <w:t>1)___________________________________________________</w:t>
      </w:r>
      <w:r>
        <w:rPr>
          <w:sz w:val="28"/>
          <w:szCs w:val="28"/>
        </w:rPr>
        <w:t>_____________</w:t>
      </w:r>
    </w:p>
    <w:p w14:paraId="6F0AF90F" w14:textId="77777777" w:rsidR="001B5314" w:rsidRDefault="001B5314" w:rsidP="001B5314">
      <w:pPr>
        <w:autoSpaceDE w:val="0"/>
        <w:autoSpaceDN w:val="0"/>
        <w:adjustRightInd w:val="0"/>
        <w:ind w:firstLine="709"/>
        <w:jc w:val="center"/>
      </w:pPr>
      <w:r>
        <w:t>(указать наименование документов)</w:t>
      </w:r>
    </w:p>
    <w:p w14:paraId="13019E67" w14:textId="77777777" w:rsidR="001B5314" w:rsidRPr="001B5314" w:rsidRDefault="001B5314" w:rsidP="001B53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314">
        <w:rPr>
          <w:sz w:val="28"/>
          <w:szCs w:val="28"/>
        </w:rPr>
        <w:t>2)__________________________________________________</w:t>
      </w:r>
      <w:r>
        <w:rPr>
          <w:sz w:val="28"/>
          <w:szCs w:val="28"/>
        </w:rPr>
        <w:t>_____________</w:t>
      </w:r>
      <w:r w:rsidRPr="001B5314">
        <w:rPr>
          <w:sz w:val="28"/>
          <w:szCs w:val="28"/>
        </w:rPr>
        <w:t>.</w:t>
      </w:r>
    </w:p>
    <w:p w14:paraId="402682E6" w14:textId="43DF3165" w:rsidR="001B5314" w:rsidRDefault="001B5314" w:rsidP="001B5314">
      <w:pPr>
        <w:pStyle w:val="ConsPlusNonformat"/>
        <w:ind w:firstLine="709"/>
        <w:rPr>
          <w:rFonts w:ascii="Times New Roman" w:hAnsi="Times New Roman"/>
          <w:sz w:val="24"/>
          <w:szCs w:val="24"/>
        </w:rPr>
      </w:pPr>
    </w:p>
    <w:p w14:paraId="6476B779" w14:textId="39698E40" w:rsidR="000865E7" w:rsidRDefault="000865E7" w:rsidP="001B5314">
      <w:pPr>
        <w:pStyle w:val="ConsPlusNonformat"/>
        <w:ind w:firstLine="709"/>
        <w:rPr>
          <w:rFonts w:ascii="Times New Roman" w:hAnsi="Times New Roman"/>
          <w:sz w:val="24"/>
          <w:szCs w:val="24"/>
        </w:rPr>
      </w:pPr>
    </w:p>
    <w:p w14:paraId="2182F94E" w14:textId="77777777" w:rsidR="000865E7" w:rsidRDefault="000865E7" w:rsidP="001B5314">
      <w:pPr>
        <w:pStyle w:val="ConsPlusNonformat"/>
        <w:ind w:firstLine="709"/>
        <w:rPr>
          <w:rFonts w:ascii="Times New Roman" w:hAnsi="Times New Roman"/>
          <w:sz w:val="24"/>
          <w:szCs w:val="24"/>
        </w:rPr>
      </w:pPr>
    </w:p>
    <w:p w14:paraId="20789536" w14:textId="77777777" w:rsidR="001B5314" w:rsidRDefault="001B5314" w:rsidP="001B5314">
      <w:pPr>
        <w:pStyle w:val="ConsPlusNonformat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                                                                  _______________________________</w:t>
      </w:r>
    </w:p>
    <w:p w14:paraId="4D01026C" w14:textId="77777777" w:rsidR="001B5314" w:rsidRDefault="001B5314" w:rsidP="001B5314">
      <w:pPr>
        <w:pStyle w:val="ConsPlusNonformat"/>
        <w:ind w:left="60"/>
      </w:pPr>
      <w:r>
        <w:rPr>
          <w:rFonts w:ascii="Times New Roman" w:hAnsi="Times New Roman"/>
        </w:rPr>
        <w:t xml:space="preserve">               (дата)                                                                                                          (подпись, инициалы и фамилия.)          </w:t>
      </w:r>
    </w:p>
    <w:sectPr w:rsidR="001B5314" w:rsidSect="002F3FCA">
      <w:pgSz w:w="11906" w:h="16838" w:code="9"/>
      <w:pgMar w:top="1134" w:right="567" w:bottom="851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1A06B" w14:textId="77777777" w:rsidR="00011616" w:rsidRDefault="00011616">
      <w:r>
        <w:separator/>
      </w:r>
    </w:p>
  </w:endnote>
  <w:endnote w:type="continuationSeparator" w:id="0">
    <w:p w14:paraId="441D1C65" w14:textId="77777777" w:rsidR="00011616" w:rsidRDefault="0001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4070E" w14:textId="77777777" w:rsidR="00011616" w:rsidRDefault="00011616">
      <w:r>
        <w:separator/>
      </w:r>
    </w:p>
  </w:footnote>
  <w:footnote w:type="continuationSeparator" w:id="0">
    <w:p w14:paraId="5243B76A" w14:textId="77777777" w:rsidR="00011616" w:rsidRDefault="00011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E40494"/>
    <w:multiLevelType w:val="hybridMultilevel"/>
    <w:tmpl w:val="0DC6A202"/>
    <w:lvl w:ilvl="0" w:tplc="F9362CF4">
      <w:start w:val="1"/>
      <w:numFmt w:val="decimal"/>
      <w:lvlText w:val="%1.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4A376938"/>
    <w:multiLevelType w:val="hybridMultilevel"/>
    <w:tmpl w:val="42342EB8"/>
    <w:lvl w:ilvl="0" w:tplc="D1E00E4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7441A03"/>
    <w:multiLevelType w:val="hybridMultilevel"/>
    <w:tmpl w:val="EEB4212A"/>
    <w:lvl w:ilvl="0" w:tplc="C5086D56">
      <w:start w:val="6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7D3477A4"/>
    <w:multiLevelType w:val="hybridMultilevel"/>
    <w:tmpl w:val="FC8C3978"/>
    <w:lvl w:ilvl="0" w:tplc="430ED410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AC3"/>
    <w:rsid w:val="00000E1D"/>
    <w:rsid w:val="00002351"/>
    <w:rsid w:val="000034E0"/>
    <w:rsid w:val="00004181"/>
    <w:rsid w:val="0000587B"/>
    <w:rsid w:val="000066ED"/>
    <w:rsid w:val="00007190"/>
    <w:rsid w:val="00007460"/>
    <w:rsid w:val="00007A79"/>
    <w:rsid w:val="00010DCE"/>
    <w:rsid w:val="00011213"/>
    <w:rsid w:val="00011616"/>
    <w:rsid w:val="000140B6"/>
    <w:rsid w:val="00014A4E"/>
    <w:rsid w:val="00014EF8"/>
    <w:rsid w:val="0001580F"/>
    <w:rsid w:val="00016B7B"/>
    <w:rsid w:val="00020066"/>
    <w:rsid w:val="00022099"/>
    <w:rsid w:val="00022578"/>
    <w:rsid w:val="00022746"/>
    <w:rsid w:val="0002277B"/>
    <w:rsid w:val="000229A1"/>
    <w:rsid w:val="00022C0F"/>
    <w:rsid w:val="000263CF"/>
    <w:rsid w:val="00026B31"/>
    <w:rsid w:val="00027BE7"/>
    <w:rsid w:val="00027D72"/>
    <w:rsid w:val="00032A39"/>
    <w:rsid w:val="00032DC4"/>
    <w:rsid w:val="00032FF6"/>
    <w:rsid w:val="00033C70"/>
    <w:rsid w:val="000357BA"/>
    <w:rsid w:val="00035FB9"/>
    <w:rsid w:val="000406BA"/>
    <w:rsid w:val="00040906"/>
    <w:rsid w:val="00042001"/>
    <w:rsid w:val="000434E9"/>
    <w:rsid w:val="0004434D"/>
    <w:rsid w:val="00045354"/>
    <w:rsid w:val="000455C9"/>
    <w:rsid w:val="00046DF8"/>
    <w:rsid w:val="00046E11"/>
    <w:rsid w:val="000507DC"/>
    <w:rsid w:val="00050A57"/>
    <w:rsid w:val="00050B89"/>
    <w:rsid w:val="0005111A"/>
    <w:rsid w:val="00052209"/>
    <w:rsid w:val="000531E5"/>
    <w:rsid w:val="0005396B"/>
    <w:rsid w:val="0005598F"/>
    <w:rsid w:val="00055D9C"/>
    <w:rsid w:val="00056398"/>
    <w:rsid w:val="00056B77"/>
    <w:rsid w:val="0005724A"/>
    <w:rsid w:val="000575F4"/>
    <w:rsid w:val="000575FC"/>
    <w:rsid w:val="0006024B"/>
    <w:rsid w:val="00061D99"/>
    <w:rsid w:val="0006214C"/>
    <w:rsid w:val="000628E3"/>
    <w:rsid w:val="00063013"/>
    <w:rsid w:val="00063653"/>
    <w:rsid w:val="00063F83"/>
    <w:rsid w:val="00064445"/>
    <w:rsid w:val="00065969"/>
    <w:rsid w:val="000669E0"/>
    <w:rsid w:val="00066C8C"/>
    <w:rsid w:val="00067249"/>
    <w:rsid w:val="00067AEF"/>
    <w:rsid w:val="00070192"/>
    <w:rsid w:val="000702C1"/>
    <w:rsid w:val="00071048"/>
    <w:rsid w:val="00071BD7"/>
    <w:rsid w:val="00071E16"/>
    <w:rsid w:val="0007250D"/>
    <w:rsid w:val="00073037"/>
    <w:rsid w:val="00074102"/>
    <w:rsid w:val="00075D3F"/>
    <w:rsid w:val="00077B9A"/>
    <w:rsid w:val="000858F4"/>
    <w:rsid w:val="000865E7"/>
    <w:rsid w:val="00087E81"/>
    <w:rsid w:val="00090431"/>
    <w:rsid w:val="00090DF4"/>
    <w:rsid w:val="00090E1E"/>
    <w:rsid w:val="00092ADB"/>
    <w:rsid w:val="0009351E"/>
    <w:rsid w:val="000940CA"/>
    <w:rsid w:val="0009492F"/>
    <w:rsid w:val="00095293"/>
    <w:rsid w:val="000962AD"/>
    <w:rsid w:val="00097826"/>
    <w:rsid w:val="000A0356"/>
    <w:rsid w:val="000A06A5"/>
    <w:rsid w:val="000A1A90"/>
    <w:rsid w:val="000A2CA7"/>
    <w:rsid w:val="000A45B3"/>
    <w:rsid w:val="000A4FDE"/>
    <w:rsid w:val="000A50E9"/>
    <w:rsid w:val="000A5822"/>
    <w:rsid w:val="000A683F"/>
    <w:rsid w:val="000A76ED"/>
    <w:rsid w:val="000A7C69"/>
    <w:rsid w:val="000B0E61"/>
    <w:rsid w:val="000B153A"/>
    <w:rsid w:val="000B64FC"/>
    <w:rsid w:val="000B6830"/>
    <w:rsid w:val="000B74F7"/>
    <w:rsid w:val="000B7C77"/>
    <w:rsid w:val="000C0D1C"/>
    <w:rsid w:val="000C1937"/>
    <w:rsid w:val="000C1E1D"/>
    <w:rsid w:val="000C2DA6"/>
    <w:rsid w:val="000C3B24"/>
    <w:rsid w:val="000C585F"/>
    <w:rsid w:val="000C6526"/>
    <w:rsid w:val="000D0B2C"/>
    <w:rsid w:val="000D0FC3"/>
    <w:rsid w:val="000D1649"/>
    <w:rsid w:val="000D3969"/>
    <w:rsid w:val="000D40C2"/>
    <w:rsid w:val="000D444A"/>
    <w:rsid w:val="000D59F4"/>
    <w:rsid w:val="000D6B63"/>
    <w:rsid w:val="000E0236"/>
    <w:rsid w:val="000E1E6A"/>
    <w:rsid w:val="000E551E"/>
    <w:rsid w:val="000F0EA2"/>
    <w:rsid w:val="000F533E"/>
    <w:rsid w:val="000F53E0"/>
    <w:rsid w:val="000F5AC9"/>
    <w:rsid w:val="000F6B53"/>
    <w:rsid w:val="00100016"/>
    <w:rsid w:val="00103832"/>
    <w:rsid w:val="00104B6D"/>
    <w:rsid w:val="00104B77"/>
    <w:rsid w:val="00105951"/>
    <w:rsid w:val="00106761"/>
    <w:rsid w:val="0010719B"/>
    <w:rsid w:val="00107BFC"/>
    <w:rsid w:val="001125D8"/>
    <w:rsid w:val="001132B5"/>
    <w:rsid w:val="001137BA"/>
    <w:rsid w:val="0011682F"/>
    <w:rsid w:val="0011753F"/>
    <w:rsid w:val="001207A0"/>
    <w:rsid w:val="00120971"/>
    <w:rsid w:val="00120A3C"/>
    <w:rsid w:val="00120F6C"/>
    <w:rsid w:val="00125985"/>
    <w:rsid w:val="00126382"/>
    <w:rsid w:val="00126DB5"/>
    <w:rsid w:val="00127C07"/>
    <w:rsid w:val="00130117"/>
    <w:rsid w:val="00130A08"/>
    <w:rsid w:val="0013300D"/>
    <w:rsid w:val="00134812"/>
    <w:rsid w:val="00134A5B"/>
    <w:rsid w:val="001353FA"/>
    <w:rsid w:val="00141C4C"/>
    <w:rsid w:val="001437EF"/>
    <w:rsid w:val="00146EE1"/>
    <w:rsid w:val="00147907"/>
    <w:rsid w:val="00147D90"/>
    <w:rsid w:val="0015091E"/>
    <w:rsid w:val="001527AA"/>
    <w:rsid w:val="001545C3"/>
    <w:rsid w:val="00154A64"/>
    <w:rsid w:val="00154DF0"/>
    <w:rsid w:val="00155ED9"/>
    <w:rsid w:val="00156273"/>
    <w:rsid w:val="00156C34"/>
    <w:rsid w:val="00160AE0"/>
    <w:rsid w:val="001616A2"/>
    <w:rsid w:val="00162B3F"/>
    <w:rsid w:val="00163C55"/>
    <w:rsid w:val="001641A7"/>
    <w:rsid w:val="001654EB"/>
    <w:rsid w:val="0016583A"/>
    <w:rsid w:val="00166937"/>
    <w:rsid w:val="00166945"/>
    <w:rsid w:val="00167203"/>
    <w:rsid w:val="001672E9"/>
    <w:rsid w:val="00167CFB"/>
    <w:rsid w:val="0017135E"/>
    <w:rsid w:val="00172510"/>
    <w:rsid w:val="00173674"/>
    <w:rsid w:val="0017559A"/>
    <w:rsid w:val="00176880"/>
    <w:rsid w:val="001770C6"/>
    <w:rsid w:val="0017749C"/>
    <w:rsid w:val="00177CE0"/>
    <w:rsid w:val="001811CE"/>
    <w:rsid w:val="0018237A"/>
    <w:rsid w:val="00184394"/>
    <w:rsid w:val="001843B3"/>
    <w:rsid w:val="00185330"/>
    <w:rsid w:val="00186D77"/>
    <w:rsid w:val="00186F43"/>
    <w:rsid w:val="00187025"/>
    <w:rsid w:val="00187D10"/>
    <w:rsid w:val="00190BCE"/>
    <w:rsid w:val="00191723"/>
    <w:rsid w:val="00193BAB"/>
    <w:rsid w:val="00194DEA"/>
    <w:rsid w:val="00194DF7"/>
    <w:rsid w:val="00194F28"/>
    <w:rsid w:val="00195374"/>
    <w:rsid w:val="00195471"/>
    <w:rsid w:val="00196F77"/>
    <w:rsid w:val="00197D39"/>
    <w:rsid w:val="001A08E1"/>
    <w:rsid w:val="001A1792"/>
    <w:rsid w:val="001A361C"/>
    <w:rsid w:val="001A3F17"/>
    <w:rsid w:val="001A5633"/>
    <w:rsid w:val="001A5D14"/>
    <w:rsid w:val="001A5F2F"/>
    <w:rsid w:val="001A6C95"/>
    <w:rsid w:val="001A7819"/>
    <w:rsid w:val="001B07CC"/>
    <w:rsid w:val="001B194F"/>
    <w:rsid w:val="001B2794"/>
    <w:rsid w:val="001B3695"/>
    <w:rsid w:val="001B5314"/>
    <w:rsid w:val="001B53B4"/>
    <w:rsid w:val="001B69CB"/>
    <w:rsid w:val="001B6AB4"/>
    <w:rsid w:val="001B73FD"/>
    <w:rsid w:val="001B79C8"/>
    <w:rsid w:val="001C1881"/>
    <w:rsid w:val="001C228C"/>
    <w:rsid w:val="001C34DA"/>
    <w:rsid w:val="001C5EC5"/>
    <w:rsid w:val="001C6CB8"/>
    <w:rsid w:val="001C6EC2"/>
    <w:rsid w:val="001D0FAF"/>
    <w:rsid w:val="001D2040"/>
    <w:rsid w:val="001D2386"/>
    <w:rsid w:val="001D618D"/>
    <w:rsid w:val="001D6DDD"/>
    <w:rsid w:val="001E084F"/>
    <w:rsid w:val="001E0C2F"/>
    <w:rsid w:val="001E11A7"/>
    <w:rsid w:val="001E1E51"/>
    <w:rsid w:val="001E2A27"/>
    <w:rsid w:val="001E61A2"/>
    <w:rsid w:val="001E7E12"/>
    <w:rsid w:val="001F01E3"/>
    <w:rsid w:val="001F1AC5"/>
    <w:rsid w:val="001F3EBD"/>
    <w:rsid w:val="001F6FD9"/>
    <w:rsid w:val="00200C31"/>
    <w:rsid w:val="00200D57"/>
    <w:rsid w:val="002021B1"/>
    <w:rsid w:val="002032D5"/>
    <w:rsid w:val="00205087"/>
    <w:rsid w:val="00205D91"/>
    <w:rsid w:val="0020625F"/>
    <w:rsid w:val="00207295"/>
    <w:rsid w:val="002078DF"/>
    <w:rsid w:val="002101C4"/>
    <w:rsid w:val="00210359"/>
    <w:rsid w:val="00212B55"/>
    <w:rsid w:val="0021307A"/>
    <w:rsid w:val="00213B36"/>
    <w:rsid w:val="00214FA8"/>
    <w:rsid w:val="00217D49"/>
    <w:rsid w:val="00223D3E"/>
    <w:rsid w:val="002243BC"/>
    <w:rsid w:val="002254F0"/>
    <w:rsid w:val="00225A07"/>
    <w:rsid w:val="00226724"/>
    <w:rsid w:val="00227907"/>
    <w:rsid w:val="00227FBF"/>
    <w:rsid w:val="002321BC"/>
    <w:rsid w:val="0023254A"/>
    <w:rsid w:val="00232C4B"/>
    <w:rsid w:val="00234A77"/>
    <w:rsid w:val="0023535D"/>
    <w:rsid w:val="00235E37"/>
    <w:rsid w:val="00240810"/>
    <w:rsid w:val="002417F4"/>
    <w:rsid w:val="00243028"/>
    <w:rsid w:val="00243ECB"/>
    <w:rsid w:val="002450DB"/>
    <w:rsid w:val="00245188"/>
    <w:rsid w:val="00245B13"/>
    <w:rsid w:val="00245CC8"/>
    <w:rsid w:val="0025282D"/>
    <w:rsid w:val="002537A1"/>
    <w:rsid w:val="002561AB"/>
    <w:rsid w:val="002565CC"/>
    <w:rsid w:val="0025680D"/>
    <w:rsid w:val="0025772C"/>
    <w:rsid w:val="002602DA"/>
    <w:rsid w:val="00263238"/>
    <w:rsid w:val="00264B98"/>
    <w:rsid w:val="00266102"/>
    <w:rsid w:val="00266FF7"/>
    <w:rsid w:val="0026745A"/>
    <w:rsid w:val="00267FCF"/>
    <w:rsid w:val="00270113"/>
    <w:rsid w:val="002718CD"/>
    <w:rsid w:val="00272321"/>
    <w:rsid w:val="00275437"/>
    <w:rsid w:val="00275B45"/>
    <w:rsid w:val="0027614B"/>
    <w:rsid w:val="002767A9"/>
    <w:rsid w:val="00277435"/>
    <w:rsid w:val="002808BC"/>
    <w:rsid w:val="00281C51"/>
    <w:rsid w:val="00284120"/>
    <w:rsid w:val="0028480A"/>
    <w:rsid w:val="00284FF0"/>
    <w:rsid w:val="00290110"/>
    <w:rsid w:val="00290FBA"/>
    <w:rsid w:val="00291F7B"/>
    <w:rsid w:val="00293925"/>
    <w:rsid w:val="002954A6"/>
    <w:rsid w:val="002A0AE5"/>
    <w:rsid w:val="002A1B19"/>
    <w:rsid w:val="002A470A"/>
    <w:rsid w:val="002A5F11"/>
    <w:rsid w:val="002A6D40"/>
    <w:rsid w:val="002A6E52"/>
    <w:rsid w:val="002A70B5"/>
    <w:rsid w:val="002A7E25"/>
    <w:rsid w:val="002B1362"/>
    <w:rsid w:val="002B21B3"/>
    <w:rsid w:val="002B2593"/>
    <w:rsid w:val="002B7142"/>
    <w:rsid w:val="002B76FA"/>
    <w:rsid w:val="002B7846"/>
    <w:rsid w:val="002C0CB8"/>
    <w:rsid w:val="002C1DF6"/>
    <w:rsid w:val="002C1EBE"/>
    <w:rsid w:val="002C2D7D"/>
    <w:rsid w:val="002C5222"/>
    <w:rsid w:val="002C6CFC"/>
    <w:rsid w:val="002C7266"/>
    <w:rsid w:val="002D1A21"/>
    <w:rsid w:val="002D2855"/>
    <w:rsid w:val="002D3548"/>
    <w:rsid w:val="002D4D8D"/>
    <w:rsid w:val="002D5138"/>
    <w:rsid w:val="002D5415"/>
    <w:rsid w:val="002E00D8"/>
    <w:rsid w:val="002E0695"/>
    <w:rsid w:val="002E1325"/>
    <w:rsid w:val="002E134C"/>
    <w:rsid w:val="002E17AA"/>
    <w:rsid w:val="002E73AE"/>
    <w:rsid w:val="002F128D"/>
    <w:rsid w:val="002F2BAC"/>
    <w:rsid w:val="002F3FCA"/>
    <w:rsid w:val="002F49AB"/>
    <w:rsid w:val="002F5848"/>
    <w:rsid w:val="002F5912"/>
    <w:rsid w:val="002F62DD"/>
    <w:rsid w:val="002F6771"/>
    <w:rsid w:val="002F6B5E"/>
    <w:rsid w:val="002F6E27"/>
    <w:rsid w:val="002F7687"/>
    <w:rsid w:val="00300B13"/>
    <w:rsid w:val="00304559"/>
    <w:rsid w:val="00305761"/>
    <w:rsid w:val="0030597C"/>
    <w:rsid w:val="003061AC"/>
    <w:rsid w:val="00306ABE"/>
    <w:rsid w:val="00306E3B"/>
    <w:rsid w:val="00307107"/>
    <w:rsid w:val="003074CA"/>
    <w:rsid w:val="00317B7E"/>
    <w:rsid w:val="0032068C"/>
    <w:rsid w:val="003227E4"/>
    <w:rsid w:val="0032312C"/>
    <w:rsid w:val="00323200"/>
    <w:rsid w:val="003242DA"/>
    <w:rsid w:val="0032445E"/>
    <w:rsid w:val="00324ECE"/>
    <w:rsid w:val="00325B70"/>
    <w:rsid w:val="003263DF"/>
    <w:rsid w:val="00326ADE"/>
    <w:rsid w:val="00326C0E"/>
    <w:rsid w:val="003271B9"/>
    <w:rsid w:val="00330AA2"/>
    <w:rsid w:val="00331ABC"/>
    <w:rsid w:val="00333BE0"/>
    <w:rsid w:val="00333EC9"/>
    <w:rsid w:val="0033520A"/>
    <w:rsid w:val="00337BE6"/>
    <w:rsid w:val="00341E97"/>
    <w:rsid w:val="0034212E"/>
    <w:rsid w:val="00343B58"/>
    <w:rsid w:val="00343E30"/>
    <w:rsid w:val="00345164"/>
    <w:rsid w:val="003468E0"/>
    <w:rsid w:val="0034794D"/>
    <w:rsid w:val="00347EFA"/>
    <w:rsid w:val="00351397"/>
    <w:rsid w:val="0035578F"/>
    <w:rsid w:val="003559AA"/>
    <w:rsid w:val="00355A6B"/>
    <w:rsid w:val="0035656E"/>
    <w:rsid w:val="00357E22"/>
    <w:rsid w:val="003630E3"/>
    <w:rsid w:val="00363C81"/>
    <w:rsid w:val="00365952"/>
    <w:rsid w:val="00367289"/>
    <w:rsid w:val="0037040F"/>
    <w:rsid w:val="00372986"/>
    <w:rsid w:val="00374158"/>
    <w:rsid w:val="00374589"/>
    <w:rsid w:val="0037549D"/>
    <w:rsid w:val="00376539"/>
    <w:rsid w:val="00377B46"/>
    <w:rsid w:val="00377E00"/>
    <w:rsid w:val="003805B0"/>
    <w:rsid w:val="00380E2C"/>
    <w:rsid w:val="00380E62"/>
    <w:rsid w:val="00381EE5"/>
    <w:rsid w:val="00385290"/>
    <w:rsid w:val="003879D6"/>
    <w:rsid w:val="00393AAC"/>
    <w:rsid w:val="00395852"/>
    <w:rsid w:val="00396A21"/>
    <w:rsid w:val="00397C38"/>
    <w:rsid w:val="003A283C"/>
    <w:rsid w:val="003A2ED2"/>
    <w:rsid w:val="003A3A4F"/>
    <w:rsid w:val="003A4306"/>
    <w:rsid w:val="003A45A8"/>
    <w:rsid w:val="003A4CFD"/>
    <w:rsid w:val="003A63B3"/>
    <w:rsid w:val="003A7C19"/>
    <w:rsid w:val="003B0741"/>
    <w:rsid w:val="003B2164"/>
    <w:rsid w:val="003B320C"/>
    <w:rsid w:val="003B3BD0"/>
    <w:rsid w:val="003B3CD9"/>
    <w:rsid w:val="003B3E4D"/>
    <w:rsid w:val="003B4B4D"/>
    <w:rsid w:val="003B51E7"/>
    <w:rsid w:val="003B5351"/>
    <w:rsid w:val="003B627F"/>
    <w:rsid w:val="003C01D4"/>
    <w:rsid w:val="003C4A56"/>
    <w:rsid w:val="003C4B1F"/>
    <w:rsid w:val="003C5767"/>
    <w:rsid w:val="003C5C25"/>
    <w:rsid w:val="003C5C40"/>
    <w:rsid w:val="003C70E5"/>
    <w:rsid w:val="003D06E1"/>
    <w:rsid w:val="003D0873"/>
    <w:rsid w:val="003D27AE"/>
    <w:rsid w:val="003D2A19"/>
    <w:rsid w:val="003D3F82"/>
    <w:rsid w:val="003D4876"/>
    <w:rsid w:val="003D4B20"/>
    <w:rsid w:val="003D5317"/>
    <w:rsid w:val="003D5BC9"/>
    <w:rsid w:val="003D712F"/>
    <w:rsid w:val="003D74F1"/>
    <w:rsid w:val="003E2158"/>
    <w:rsid w:val="003E2A04"/>
    <w:rsid w:val="003E34A7"/>
    <w:rsid w:val="003E4B21"/>
    <w:rsid w:val="003E5285"/>
    <w:rsid w:val="003E5AC3"/>
    <w:rsid w:val="003E63A1"/>
    <w:rsid w:val="003E688F"/>
    <w:rsid w:val="003E696D"/>
    <w:rsid w:val="003E7132"/>
    <w:rsid w:val="003F0533"/>
    <w:rsid w:val="003F2B9D"/>
    <w:rsid w:val="003F33AF"/>
    <w:rsid w:val="003F56E8"/>
    <w:rsid w:val="003F67D4"/>
    <w:rsid w:val="004009FD"/>
    <w:rsid w:val="00402842"/>
    <w:rsid w:val="00403E2D"/>
    <w:rsid w:val="004043C6"/>
    <w:rsid w:val="00406C58"/>
    <w:rsid w:val="00407F89"/>
    <w:rsid w:val="00412ADB"/>
    <w:rsid w:val="00415389"/>
    <w:rsid w:val="00415470"/>
    <w:rsid w:val="00415EDB"/>
    <w:rsid w:val="004163D4"/>
    <w:rsid w:val="00416F1D"/>
    <w:rsid w:val="0042002A"/>
    <w:rsid w:val="004203F2"/>
    <w:rsid w:val="00420DC4"/>
    <w:rsid w:val="00425BA5"/>
    <w:rsid w:val="004264DA"/>
    <w:rsid w:val="00430160"/>
    <w:rsid w:val="00430675"/>
    <w:rsid w:val="004313CD"/>
    <w:rsid w:val="004318CD"/>
    <w:rsid w:val="00431980"/>
    <w:rsid w:val="00431E7B"/>
    <w:rsid w:val="004325DC"/>
    <w:rsid w:val="00432B2F"/>
    <w:rsid w:val="004345A2"/>
    <w:rsid w:val="00434892"/>
    <w:rsid w:val="004358FE"/>
    <w:rsid w:val="00437700"/>
    <w:rsid w:val="0044212C"/>
    <w:rsid w:val="004458BA"/>
    <w:rsid w:val="00445943"/>
    <w:rsid w:val="0044668A"/>
    <w:rsid w:val="00447AFD"/>
    <w:rsid w:val="004504CD"/>
    <w:rsid w:val="00450DF9"/>
    <w:rsid w:val="004513AE"/>
    <w:rsid w:val="00451874"/>
    <w:rsid w:val="004519D5"/>
    <w:rsid w:val="004524DD"/>
    <w:rsid w:val="0045309E"/>
    <w:rsid w:val="00454761"/>
    <w:rsid w:val="00454DFA"/>
    <w:rsid w:val="00455CD5"/>
    <w:rsid w:val="00456EE2"/>
    <w:rsid w:val="0045794A"/>
    <w:rsid w:val="0046051E"/>
    <w:rsid w:val="004638BD"/>
    <w:rsid w:val="00465434"/>
    <w:rsid w:val="00473A0D"/>
    <w:rsid w:val="004741DA"/>
    <w:rsid w:val="004767E9"/>
    <w:rsid w:val="00477FAD"/>
    <w:rsid w:val="00480465"/>
    <w:rsid w:val="004805BC"/>
    <w:rsid w:val="00480C67"/>
    <w:rsid w:val="00481B5C"/>
    <w:rsid w:val="0048566D"/>
    <w:rsid w:val="0048757F"/>
    <w:rsid w:val="00487D84"/>
    <w:rsid w:val="004915F7"/>
    <w:rsid w:val="00491BCC"/>
    <w:rsid w:val="004922ED"/>
    <w:rsid w:val="00492D75"/>
    <w:rsid w:val="0049454B"/>
    <w:rsid w:val="00495796"/>
    <w:rsid w:val="00497AB3"/>
    <w:rsid w:val="004A4199"/>
    <w:rsid w:val="004A55B2"/>
    <w:rsid w:val="004A7754"/>
    <w:rsid w:val="004A7E39"/>
    <w:rsid w:val="004B194F"/>
    <w:rsid w:val="004B2301"/>
    <w:rsid w:val="004B7685"/>
    <w:rsid w:val="004C05DB"/>
    <w:rsid w:val="004C38D7"/>
    <w:rsid w:val="004C3ACC"/>
    <w:rsid w:val="004C488B"/>
    <w:rsid w:val="004C4FBC"/>
    <w:rsid w:val="004C5E40"/>
    <w:rsid w:val="004C6900"/>
    <w:rsid w:val="004C70EA"/>
    <w:rsid w:val="004C70F1"/>
    <w:rsid w:val="004C7500"/>
    <w:rsid w:val="004D0596"/>
    <w:rsid w:val="004D26D2"/>
    <w:rsid w:val="004D52E0"/>
    <w:rsid w:val="004D7326"/>
    <w:rsid w:val="004D79AE"/>
    <w:rsid w:val="004E2F87"/>
    <w:rsid w:val="004E6070"/>
    <w:rsid w:val="004E7A72"/>
    <w:rsid w:val="004F097E"/>
    <w:rsid w:val="004F1555"/>
    <w:rsid w:val="004F23F5"/>
    <w:rsid w:val="004F36D1"/>
    <w:rsid w:val="004F427E"/>
    <w:rsid w:val="004F669F"/>
    <w:rsid w:val="00500A15"/>
    <w:rsid w:val="00501970"/>
    <w:rsid w:val="00502FDB"/>
    <w:rsid w:val="00504520"/>
    <w:rsid w:val="00504671"/>
    <w:rsid w:val="005122DD"/>
    <w:rsid w:val="00513623"/>
    <w:rsid w:val="00513B94"/>
    <w:rsid w:val="00514193"/>
    <w:rsid w:val="0051545E"/>
    <w:rsid w:val="0051786F"/>
    <w:rsid w:val="0052048B"/>
    <w:rsid w:val="00520733"/>
    <w:rsid w:val="0052103C"/>
    <w:rsid w:val="005211AF"/>
    <w:rsid w:val="00521F82"/>
    <w:rsid w:val="0052236E"/>
    <w:rsid w:val="00522B6F"/>
    <w:rsid w:val="00522C70"/>
    <w:rsid w:val="00524ED0"/>
    <w:rsid w:val="00526BA6"/>
    <w:rsid w:val="00526CBE"/>
    <w:rsid w:val="0053165E"/>
    <w:rsid w:val="00532002"/>
    <w:rsid w:val="00533789"/>
    <w:rsid w:val="00533CB4"/>
    <w:rsid w:val="0053434A"/>
    <w:rsid w:val="00534DB6"/>
    <w:rsid w:val="005377EB"/>
    <w:rsid w:val="00540937"/>
    <w:rsid w:val="00541C27"/>
    <w:rsid w:val="005435BD"/>
    <w:rsid w:val="00544F1F"/>
    <w:rsid w:val="00546F75"/>
    <w:rsid w:val="00550522"/>
    <w:rsid w:val="00550A6B"/>
    <w:rsid w:val="0055552C"/>
    <w:rsid w:val="00560853"/>
    <w:rsid w:val="00560F23"/>
    <w:rsid w:val="00561EDA"/>
    <w:rsid w:val="00563DD2"/>
    <w:rsid w:val="0056535B"/>
    <w:rsid w:val="00565740"/>
    <w:rsid w:val="00567485"/>
    <w:rsid w:val="00571A18"/>
    <w:rsid w:val="0057297A"/>
    <w:rsid w:val="00573280"/>
    <w:rsid w:val="005740CA"/>
    <w:rsid w:val="0057611D"/>
    <w:rsid w:val="00576E07"/>
    <w:rsid w:val="00577765"/>
    <w:rsid w:val="00580052"/>
    <w:rsid w:val="005802A7"/>
    <w:rsid w:val="00581136"/>
    <w:rsid w:val="005816DC"/>
    <w:rsid w:val="00582ED2"/>
    <w:rsid w:val="00583733"/>
    <w:rsid w:val="00583D1D"/>
    <w:rsid w:val="00584BA4"/>
    <w:rsid w:val="00585768"/>
    <w:rsid w:val="005857B0"/>
    <w:rsid w:val="00586B62"/>
    <w:rsid w:val="00586CB0"/>
    <w:rsid w:val="005907B4"/>
    <w:rsid w:val="005930D6"/>
    <w:rsid w:val="00593FBE"/>
    <w:rsid w:val="00594BFA"/>
    <w:rsid w:val="00596AD9"/>
    <w:rsid w:val="005A1767"/>
    <w:rsid w:val="005A6E3E"/>
    <w:rsid w:val="005A79BD"/>
    <w:rsid w:val="005B1F7D"/>
    <w:rsid w:val="005B27AB"/>
    <w:rsid w:val="005B31A2"/>
    <w:rsid w:val="005B36ED"/>
    <w:rsid w:val="005B4BEB"/>
    <w:rsid w:val="005B5DDF"/>
    <w:rsid w:val="005B6801"/>
    <w:rsid w:val="005C049E"/>
    <w:rsid w:val="005C2F1B"/>
    <w:rsid w:val="005C32F7"/>
    <w:rsid w:val="005C381E"/>
    <w:rsid w:val="005C5AB3"/>
    <w:rsid w:val="005C6C87"/>
    <w:rsid w:val="005D0437"/>
    <w:rsid w:val="005D0B9A"/>
    <w:rsid w:val="005D0FF4"/>
    <w:rsid w:val="005D1214"/>
    <w:rsid w:val="005D6026"/>
    <w:rsid w:val="005D7A4A"/>
    <w:rsid w:val="005E04DC"/>
    <w:rsid w:val="005E2ABB"/>
    <w:rsid w:val="005E48EC"/>
    <w:rsid w:val="005E4CAC"/>
    <w:rsid w:val="005E5994"/>
    <w:rsid w:val="005F0D8B"/>
    <w:rsid w:val="005F12E0"/>
    <w:rsid w:val="005F17FD"/>
    <w:rsid w:val="005F1EC2"/>
    <w:rsid w:val="005F2079"/>
    <w:rsid w:val="005F230A"/>
    <w:rsid w:val="005F277C"/>
    <w:rsid w:val="005F2859"/>
    <w:rsid w:val="005F3B84"/>
    <w:rsid w:val="005F4A93"/>
    <w:rsid w:val="005F52A8"/>
    <w:rsid w:val="005F57DC"/>
    <w:rsid w:val="005F5AE2"/>
    <w:rsid w:val="005F7128"/>
    <w:rsid w:val="006002FC"/>
    <w:rsid w:val="00600711"/>
    <w:rsid w:val="00605A0B"/>
    <w:rsid w:val="00606503"/>
    <w:rsid w:val="00606B8C"/>
    <w:rsid w:val="00606BDD"/>
    <w:rsid w:val="0060707C"/>
    <w:rsid w:val="00610679"/>
    <w:rsid w:val="00610FC7"/>
    <w:rsid w:val="00611595"/>
    <w:rsid w:val="00612AC1"/>
    <w:rsid w:val="00612F0F"/>
    <w:rsid w:val="00613DC4"/>
    <w:rsid w:val="00614129"/>
    <w:rsid w:val="006149BC"/>
    <w:rsid w:val="00620CA1"/>
    <w:rsid w:val="00620F36"/>
    <w:rsid w:val="006222D5"/>
    <w:rsid w:val="00622C0C"/>
    <w:rsid w:val="00623239"/>
    <w:rsid w:val="00625A8B"/>
    <w:rsid w:val="00625E62"/>
    <w:rsid w:val="0062659E"/>
    <w:rsid w:val="006301A9"/>
    <w:rsid w:val="0063025E"/>
    <w:rsid w:val="00630CBD"/>
    <w:rsid w:val="00636680"/>
    <w:rsid w:val="0064530C"/>
    <w:rsid w:val="00647DFE"/>
    <w:rsid w:val="006500E8"/>
    <w:rsid w:val="00650D7D"/>
    <w:rsid w:val="00652366"/>
    <w:rsid w:val="0065278E"/>
    <w:rsid w:val="00652C15"/>
    <w:rsid w:val="00654289"/>
    <w:rsid w:val="0065616F"/>
    <w:rsid w:val="00656563"/>
    <w:rsid w:val="0066022E"/>
    <w:rsid w:val="0066154E"/>
    <w:rsid w:val="00662938"/>
    <w:rsid w:val="006647E3"/>
    <w:rsid w:val="00666BE7"/>
    <w:rsid w:val="00670344"/>
    <w:rsid w:val="00671C3E"/>
    <w:rsid w:val="00672DF5"/>
    <w:rsid w:val="00674C50"/>
    <w:rsid w:val="00674D09"/>
    <w:rsid w:val="00674D54"/>
    <w:rsid w:val="00677696"/>
    <w:rsid w:val="006779E6"/>
    <w:rsid w:val="00680626"/>
    <w:rsid w:val="0068113C"/>
    <w:rsid w:val="00682AA3"/>
    <w:rsid w:val="00682AB8"/>
    <w:rsid w:val="00684D4C"/>
    <w:rsid w:val="00685306"/>
    <w:rsid w:val="00685826"/>
    <w:rsid w:val="0068724F"/>
    <w:rsid w:val="00690026"/>
    <w:rsid w:val="00691EAC"/>
    <w:rsid w:val="006949EE"/>
    <w:rsid w:val="00694E63"/>
    <w:rsid w:val="0069745E"/>
    <w:rsid w:val="00697A8B"/>
    <w:rsid w:val="006A0521"/>
    <w:rsid w:val="006A1044"/>
    <w:rsid w:val="006A144D"/>
    <w:rsid w:val="006A1464"/>
    <w:rsid w:val="006A1930"/>
    <w:rsid w:val="006A3BE3"/>
    <w:rsid w:val="006A4B8D"/>
    <w:rsid w:val="006B0D5F"/>
    <w:rsid w:val="006B71BF"/>
    <w:rsid w:val="006C03B7"/>
    <w:rsid w:val="006C175B"/>
    <w:rsid w:val="006C2365"/>
    <w:rsid w:val="006C29CD"/>
    <w:rsid w:val="006C2D2A"/>
    <w:rsid w:val="006C3BB8"/>
    <w:rsid w:val="006C4E4F"/>
    <w:rsid w:val="006C6B1A"/>
    <w:rsid w:val="006C7C11"/>
    <w:rsid w:val="006D06F0"/>
    <w:rsid w:val="006D2D75"/>
    <w:rsid w:val="006D2F29"/>
    <w:rsid w:val="006D4E57"/>
    <w:rsid w:val="006D7423"/>
    <w:rsid w:val="006E23F0"/>
    <w:rsid w:val="006E36D9"/>
    <w:rsid w:val="006E4498"/>
    <w:rsid w:val="006E4559"/>
    <w:rsid w:val="006E4B74"/>
    <w:rsid w:val="006E5331"/>
    <w:rsid w:val="006E68A4"/>
    <w:rsid w:val="006E7AF9"/>
    <w:rsid w:val="006F05D8"/>
    <w:rsid w:val="006F09D5"/>
    <w:rsid w:val="006F1608"/>
    <w:rsid w:val="006F17E1"/>
    <w:rsid w:val="006F1F2E"/>
    <w:rsid w:val="006F235A"/>
    <w:rsid w:val="006F272F"/>
    <w:rsid w:val="006F2EB5"/>
    <w:rsid w:val="006F2F81"/>
    <w:rsid w:val="006F5141"/>
    <w:rsid w:val="006F6644"/>
    <w:rsid w:val="006F75A7"/>
    <w:rsid w:val="00700F51"/>
    <w:rsid w:val="007017D0"/>
    <w:rsid w:val="00701D1D"/>
    <w:rsid w:val="007023B0"/>
    <w:rsid w:val="00702700"/>
    <w:rsid w:val="007029EE"/>
    <w:rsid w:val="00702EA9"/>
    <w:rsid w:val="00703BE9"/>
    <w:rsid w:val="007050A2"/>
    <w:rsid w:val="00707185"/>
    <w:rsid w:val="00707694"/>
    <w:rsid w:val="00713747"/>
    <w:rsid w:val="007139E7"/>
    <w:rsid w:val="007142DE"/>
    <w:rsid w:val="0071453F"/>
    <w:rsid w:val="00715F18"/>
    <w:rsid w:val="00716045"/>
    <w:rsid w:val="007172D1"/>
    <w:rsid w:val="00717422"/>
    <w:rsid w:val="00717677"/>
    <w:rsid w:val="007209F8"/>
    <w:rsid w:val="00722805"/>
    <w:rsid w:val="00722A52"/>
    <w:rsid w:val="00723BF8"/>
    <w:rsid w:val="00724A40"/>
    <w:rsid w:val="00725369"/>
    <w:rsid w:val="0072546E"/>
    <w:rsid w:val="007254E0"/>
    <w:rsid w:val="00725795"/>
    <w:rsid w:val="00726F83"/>
    <w:rsid w:val="007275B5"/>
    <w:rsid w:val="00727BCB"/>
    <w:rsid w:val="00727D23"/>
    <w:rsid w:val="007309B1"/>
    <w:rsid w:val="007314F2"/>
    <w:rsid w:val="00731BB0"/>
    <w:rsid w:val="0073481B"/>
    <w:rsid w:val="007355FF"/>
    <w:rsid w:val="00735D83"/>
    <w:rsid w:val="00736904"/>
    <w:rsid w:val="00740072"/>
    <w:rsid w:val="0074010B"/>
    <w:rsid w:val="00742AAC"/>
    <w:rsid w:val="007441F9"/>
    <w:rsid w:val="00744560"/>
    <w:rsid w:val="0074566E"/>
    <w:rsid w:val="0074566F"/>
    <w:rsid w:val="00746A76"/>
    <w:rsid w:val="00751561"/>
    <w:rsid w:val="00751948"/>
    <w:rsid w:val="00756090"/>
    <w:rsid w:val="0076036A"/>
    <w:rsid w:val="00762C23"/>
    <w:rsid w:val="007637DB"/>
    <w:rsid w:val="00764903"/>
    <w:rsid w:val="00765786"/>
    <w:rsid w:val="00765F0E"/>
    <w:rsid w:val="00766FB6"/>
    <w:rsid w:val="0076738B"/>
    <w:rsid w:val="00771965"/>
    <w:rsid w:val="007723E8"/>
    <w:rsid w:val="00772768"/>
    <w:rsid w:val="007743CA"/>
    <w:rsid w:val="00774A98"/>
    <w:rsid w:val="00774AA1"/>
    <w:rsid w:val="007753EE"/>
    <w:rsid w:val="0077574F"/>
    <w:rsid w:val="007758A0"/>
    <w:rsid w:val="007758EB"/>
    <w:rsid w:val="00775A3A"/>
    <w:rsid w:val="00776A5A"/>
    <w:rsid w:val="00776BCB"/>
    <w:rsid w:val="00777966"/>
    <w:rsid w:val="00780344"/>
    <w:rsid w:val="00781349"/>
    <w:rsid w:val="00783CFD"/>
    <w:rsid w:val="00784B57"/>
    <w:rsid w:val="00785414"/>
    <w:rsid w:val="00785A10"/>
    <w:rsid w:val="0078779C"/>
    <w:rsid w:val="00787E83"/>
    <w:rsid w:val="00791250"/>
    <w:rsid w:val="0079281A"/>
    <w:rsid w:val="007938D8"/>
    <w:rsid w:val="00794860"/>
    <w:rsid w:val="00796C12"/>
    <w:rsid w:val="007A0C08"/>
    <w:rsid w:val="007A14D2"/>
    <w:rsid w:val="007A1F81"/>
    <w:rsid w:val="007A450F"/>
    <w:rsid w:val="007A4E39"/>
    <w:rsid w:val="007A6FE9"/>
    <w:rsid w:val="007B1F6D"/>
    <w:rsid w:val="007B299A"/>
    <w:rsid w:val="007B32F4"/>
    <w:rsid w:val="007B4B0E"/>
    <w:rsid w:val="007B65B7"/>
    <w:rsid w:val="007B6DD8"/>
    <w:rsid w:val="007B7165"/>
    <w:rsid w:val="007B78F9"/>
    <w:rsid w:val="007C0009"/>
    <w:rsid w:val="007C03CF"/>
    <w:rsid w:val="007C1091"/>
    <w:rsid w:val="007C168F"/>
    <w:rsid w:val="007C63F6"/>
    <w:rsid w:val="007C6C80"/>
    <w:rsid w:val="007C6DC8"/>
    <w:rsid w:val="007C7917"/>
    <w:rsid w:val="007C7EF5"/>
    <w:rsid w:val="007D15AB"/>
    <w:rsid w:val="007D3477"/>
    <w:rsid w:val="007D5BD4"/>
    <w:rsid w:val="007D6E97"/>
    <w:rsid w:val="007D79EE"/>
    <w:rsid w:val="007E1724"/>
    <w:rsid w:val="007E53CD"/>
    <w:rsid w:val="007E59CA"/>
    <w:rsid w:val="007E5D84"/>
    <w:rsid w:val="007E6CB1"/>
    <w:rsid w:val="007E7934"/>
    <w:rsid w:val="007E79C3"/>
    <w:rsid w:val="007E7B45"/>
    <w:rsid w:val="007F15AC"/>
    <w:rsid w:val="007F1AD5"/>
    <w:rsid w:val="007F3117"/>
    <w:rsid w:val="007F34BD"/>
    <w:rsid w:val="007F4F0C"/>
    <w:rsid w:val="007F6630"/>
    <w:rsid w:val="007F68E8"/>
    <w:rsid w:val="007F7B76"/>
    <w:rsid w:val="007F7EDA"/>
    <w:rsid w:val="00802C27"/>
    <w:rsid w:val="0080490D"/>
    <w:rsid w:val="00805182"/>
    <w:rsid w:val="00805DDB"/>
    <w:rsid w:val="0080744C"/>
    <w:rsid w:val="00811519"/>
    <w:rsid w:val="00811B29"/>
    <w:rsid w:val="0081467B"/>
    <w:rsid w:val="0081471C"/>
    <w:rsid w:val="00815FCD"/>
    <w:rsid w:val="008162C9"/>
    <w:rsid w:val="00820451"/>
    <w:rsid w:val="00821211"/>
    <w:rsid w:val="00821972"/>
    <w:rsid w:val="008257A1"/>
    <w:rsid w:val="0082634C"/>
    <w:rsid w:val="00826E36"/>
    <w:rsid w:val="008302B3"/>
    <w:rsid w:val="00830B15"/>
    <w:rsid w:val="008323A3"/>
    <w:rsid w:val="008335D9"/>
    <w:rsid w:val="00833770"/>
    <w:rsid w:val="008346F8"/>
    <w:rsid w:val="00835016"/>
    <w:rsid w:val="00835990"/>
    <w:rsid w:val="008422E1"/>
    <w:rsid w:val="00843238"/>
    <w:rsid w:val="00843D7D"/>
    <w:rsid w:val="00845189"/>
    <w:rsid w:val="00850B56"/>
    <w:rsid w:val="00850BBA"/>
    <w:rsid w:val="00850C0C"/>
    <w:rsid w:val="0085156F"/>
    <w:rsid w:val="008521A0"/>
    <w:rsid w:val="00852523"/>
    <w:rsid w:val="00852E51"/>
    <w:rsid w:val="00853D57"/>
    <w:rsid w:val="008543A9"/>
    <w:rsid w:val="00854E70"/>
    <w:rsid w:val="00856729"/>
    <w:rsid w:val="0085689C"/>
    <w:rsid w:val="00856FFE"/>
    <w:rsid w:val="008616C6"/>
    <w:rsid w:val="00861C7F"/>
    <w:rsid w:val="00863859"/>
    <w:rsid w:val="00864B61"/>
    <w:rsid w:val="0086531D"/>
    <w:rsid w:val="0087079E"/>
    <w:rsid w:val="00871148"/>
    <w:rsid w:val="00872BBF"/>
    <w:rsid w:val="008735EF"/>
    <w:rsid w:val="00874CBA"/>
    <w:rsid w:val="008812CC"/>
    <w:rsid w:val="00883B40"/>
    <w:rsid w:val="00884063"/>
    <w:rsid w:val="00885882"/>
    <w:rsid w:val="00886AAB"/>
    <w:rsid w:val="008927C1"/>
    <w:rsid w:val="00897791"/>
    <w:rsid w:val="008A042A"/>
    <w:rsid w:val="008A2B37"/>
    <w:rsid w:val="008B346F"/>
    <w:rsid w:val="008B3557"/>
    <w:rsid w:val="008B4D60"/>
    <w:rsid w:val="008B515E"/>
    <w:rsid w:val="008B5205"/>
    <w:rsid w:val="008B5EB5"/>
    <w:rsid w:val="008B6BA9"/>
    <w:rsid w:val="008B76E9"/>
    <w:rsid w:val="008B7E4F"/>
    <w:rsid w:val="008C000D"/>
    <w:rsid w:val="008C0E32"/>
    <w:rsid w:val="008C1284"/>
    <w:rsid w:val="008C1975"/>
    <w:rsid w:val="008C1C3B"/>
    <w:rsid w:val="008C3558"/>
    <w:rsid w:val="008C4F98"/>
    <w:rsid w:val="008C60C0"/>
    <w:rsid w:val="008C74CB"/>
    <w:rsid w:val="008C7CEE"/>
    <w:rsid w:val="008D0BC1"/>
    <w:rsid w:val="008D0FDB"/>
    <w:rsid w:val="008D4738"/>
    <w:rsid w:val="008D7FA2"/>
    <w:rsid w:val="008E2B57"/>
    <w:rsid w:val="008E3791"/>
    <w:rsid w:val="008E39D7"/>
    <w:rsid w:val="008E442A"/>
    <w:rsid w:val="008E4A55"/>
    <w:rsid w:val="008E791C"/>
    <w:rsid w:val="008E7B8E"/>
    <w:rsid w:val="008F050E"/>
    <w:rsid w:val="008F17EA"/>
    <w:rsid w:val="008F1A55"/>
    <w:rsid w:val="008F27D0"/>
    <w:rsid w:val="008F2879"/>
    <w:rsid w:val="008F4E6F"/>
    <w:rsid w:val="008F744A"/>
    <w:rsid w:val="00900020"/>
    <w:rsid w:val="00900A5E"/>
    <w:rsid w:val="00900DB7"/>
    <w:rsid w:val="009015BA"/>
    <w:rsid w:val="00901D7A"/>
    <w:rsid w:val="00902597"/>
    <w:rsid w:val="0090395C"/>
    <w:rsid w:val="00905B70"/>
    <w:rsid w:val="00911A5D"/>
    <w:rsid w:val="00912288"/>
    <w:rsid w:val="009123E6"/>
    <w:rsid w:val="00912608"/>
    <w:rsid w:val="0091295D"/>
    <w:rsid w:val="00912C2F"/>
    <w:rsid w:val="00915480"/>
    <w:rsid w:val="009169FE"/>
    <w:rsid w:val="00920C65"/>
    <w:rsid w:val="00921D1C"/>
    <w:rsid w:val="0092445F"/>
    <w:rsid w:val="0092589A"/>
    <w:rsid w:val="009263A5"/>
    <w:rsid w:val="00927495"/>
    <w:rsid w:val="00927FB5"/>
    <w:rsid w:val="00930DC0"/>
    <w:rsid w:val="00931120"/>
    <w:rsid w:val="009315AF"/>
    <w:rsid w:val="00931E05"/>
    <w:rsid w:val="00933B0C"/>
    <w:rsid w:val="00934F0D"/>
    <w:rsid w:val="009375B9"/>
    <w:rsid w:val="00937668"/>
    <w:rsid w:val="009378C0"/>
    <w:rsid w:val="00940EC4"/>
    <w:rsid w:val="009419CF"/>
    <w:rsid w:val="00942A39"/>
    <w:rsid w:val="009439D5"/>
    <w:rsid w:val="0094527D"/>
    <w:rsid w:val="00952F88"/>
    <w:rsid w:val="00953049"/>
    <w:rsid w:val="0095385A"/>
    <w:rsid w:val="00954A5B"/>
    <w:rsid w:val="00956699"/>
    <w:rsid w:val="00960D1F"/>
    <w:rsid w:val="00963B3B"/>
    <w:rsid w:val="00965D81"/>
    <w:rsid w:val="0097382A"/>
    <w:rsid w:val="00973EC6"/>
    <w:rsid w:val="00974BA8"/>
    <w:rsid w:val="00974E5A"/>
    <w:rsid w:val="0097560F"/>
    <w:rsid w:val="00976D7B"/>
    <w:rsid w:val="00977061"/>
    <w:rsid w:val="00977538"/>
    <w:rsid w:val="00977999"/>
    <w:rsid w:val="009807A9"/>
    <w:rsid w:val="00981C70"/>
    <w:rsid w:val="00982727"/>
    <w:rsid w:val="009838B9"/>
    <w:rsid w:val="009848B2"/>
    <w:rsid w:val="00986BB4"/>
    <w:rsid w:val="009873B6"/>
    <w:rsid w:val="009876B3"/>
    <w:rsid w:val="0098799D"/>
    <w:rsid w:val="00990FE8"/>
    <w:rsid w:val="009921BA"/>
    <w:rsid w:val="00992D4B"/>
    <w:rsid w:val="00992F70"/>
    <w:rsid w:val="009934CE"/>
    <w:rsid w:val="009937C8"/>
    <w:rsid w:val="00995965"/>
    <w:rsid w:val="00996EDA"/>
    <w:rsid w:val="009974E4"/>
    <w:rsid w:val="009A0551"/>
    <w:rsid w:val="009A0684"/>
    <w:rsid w:val="009A0878"/>
    <w:rsid w:val="009A24B6"/>
    <w:rsid w:val="009A3133"/>
    <w:rsid w:val="009A5B0F"/>
    <w:rsid w:val="009A5E9E"/>
    <w:rsid w:val="009A6392"/>
    <w:rsid w:val="009A7EC1"/>
    <w:rsid w:val="009B0927"/>
    <w:rsid w:val="009B177B"/>
    <w:rsid w:val="009B3407"/>
    <w:rsid w:val="009B4390"/>
    <w:rsid w:val="009B4A19"/>
    <w:rsid w:val="009B525C"/>
    <w:rsid w:val="009B6537"/>
    <w:rsid w:val="009B67F6"/>
    <w:rsid w:val="009C29CF"/>
    <w:rsid w:val="009C4095"/>
    <w:rsid w:val="009C40AA"/>
    <w:rsid w:val="009C4C19"/>
    <w:rsid w:val="009C5078"/>
    <w:rsid w:val="009C58F2"/>
    <w:rsid w:val="009C67C7"/>
    <w:rsid w:val="009D00ED"/>
    <w:rsid w:val="009D119E"/>
    <w:rsid w:val="009D5EAC"/>
    <w:rsid w:val="009D7589"/>
    <w:rsid w:val="009D76E9"/>
    <w:rsid w:val="009E0712"/>
    <w:rsid w:val="009E1FBB"/>
    <w:rsid w:val="009E27A5"/>
    <w:rsid w:val="009E2B4D"/>
    <w:rsid w:val="009E343A"/>
    <w:rsid w:val="009E56BE"/>
    <w:rsid w:val="009E58D2"/>
    <w:rsid w:val="009E6628"/>
    <w:rsid w:val="009E6850"/>
    <w:rsid w:val="009E6A48"/>
    <w:rsid w:val="009E6E01"/>
    <w:rsid w:val="009F04C4"/>
    <w:rsid w:val="009F212E"/>
    <w:rsid w:val="009F37BA"/>
    <w:rsid w:val="009F40E5"/>
    <w:rsid w:val="009F450E"/>
    <w:rsid w:val="009F4A03"/>
    <w:rsid w:val="009F4BF9"/>
    <w:rsid w:val="009F4D8F"/>
    <w:rsid w:val="009F6299"/>
    <w:rsid w:val="009F6BF8"/>
    <w:rsid w:val="009F7BAE"/>
    <w:rsid w:val="009F7E71"/>
    <w:rsid w:val="00A000CA"/>
    <w:rsid w:val="00A00BD3"/>
    <w:rsid w:val="00A00D64"/>
    <w:rsid w:val="00A014A0"/>
    <w:rsid w:val="00A022F5"/>
    <w:rsid w:val="00A031BA"/>
    <w:rsid w:val="00A031E5"/>
    <w:rsid w:val="00A03585"/>
    <w:rsid w:val="00A041A1"/>
    <w:rsid w:val="00A04493"/>
    <w:rsid w:val="00A044BD"/>
    <w:rsid w:val="00A05C97"/>
    <w:rsid w:val="00A07C01"/>
    <w:rsid w:val="00A13139"/>
    <w:rsid w:val="00A1323C"/>
    <w:rsid w:val="00A1443E"/>
    <w:rsid w:val="00A14E8B"/>
    <w:rsid w:val="00A1576C"/>
    <w:rsid w:val="00A20365"/>
    <w:rsid w:val="00A205BD"/>
    <w:rsid w:val="00A20E6B"/>
    <w:rsid w:val="00A2121E"/>
    <w:rsid w:val="00A21931"/>
    <w:rsid w:val="00A21A9C"/>
    <w:rsid w:val="00A234CB"/>
    <w:rsid w:val="00A23EB0"/>
    <w:rsid w:val="00A2541A"/>
    <w:rsid w:val="00A26E51"/>
    <w:rsid w:val="00A278D2"/>
    <w:rsid w:val="00A300EA"/>
    <w:rsid w:val="00A3172A"/>
    <w:rsid w:val="00A31B16"/>
    <w:rsid w:val="00A32441"/>
    <w:rsid w:val="00A3275D"/>
    <w:rsid w:val="00A342BE"/>
    <w:rsid w:val="00A344B4"/>
    <w:rsid w:val="00A360F8"/>
    <w:rsid w:val="00A368EC"/>
    <w:rsid w:val="00A404E4"/>
    <w:rsid w:val="00A45D7C"/>
    <w:rsid w:val="00A4603A"/>
    <w:rsid w:val="00A473E2"/>
    <w:rsid w:val="00A52EC1"/>
    <w:rsid w:val="00A53587"/>
    <w:rsid w:val="00A5435A"/>
    <w:rsid w:val="00A56246"/>
    <w:rsid w:val="00A566EF"/>
    <w:rsid w:val="00A57B15"/>
    <w:rsid w:val="00A60E0D"/>
    <w:rsid w:val="00A613AB"/>
    <w:rsid w:val="00A61A6C"/>
    <w:rsid w:val="00A61A93"/>
    <w:rsid w:val="00A65A70"/>
    <w:rsid w:val="00A65A9F"/>
    <w:rsid w:val="00A65ED9"/>
    <w:rsid w:val="00A664A3"/>
    <w:rsid w:val="00A70176"/>
    <w:rsid w:val="00A72010"/>
    <w:rsid w:val="00A72EEE"/>
    <w:rsid w:val="00A747A1"/>
    <w:rsid w:val="00A75B0F"/>
    <w:rsid w:val="00A763B8"/>
    <w:rsid w:val="00A77BC8"/>
    <w:rsid w:val="00A8058F"/>
    <w:rsid w:val="00A809AD"/>
    <w:rsid w:val="00A81E7D"/>
    <w:rsid w:val="00A81EDB"/>
    <w:rsid w:val="00A83103"/>
    <w:rsid w:val="00A832E3"/>
    <w:rsid w:val="00A8334D"/>
    <w:rsid w:val="00A8379B"/>
    <w:rsid w:val="00A85849"/>
    <w:rsid w:val="00A9001F"/>
    <w:rsid w:val="00A9097C"/>
    <w:rsid w:val="00A965F2"/>
    <w:rsid w:val="00AA10F3"/>
    <w:rsid w:val="00AA18E1"/>
    <w:rsid w:val="00AA34D5"/>
    <w:rsid w:val="00AA4DFF"/>
    <w:rsid w:val="00AA516C"/>
    <w:rsid w:val="00AA639F"/>
    <w:rsid w:val="00AA65ED"/>
    <w:rsid w:val="00AB15C1"/>
    <w:rsid w:val="00AB2EF5"/>
    <w:rsid w:val="00AB2FD7"/>
    <w:rsid w:val="00AB3B34"/>
    <w:rsid w:val="00AB60DD"/>
    <w:rsid w:val="00AC072D"/>
    <w:rsid w:val="00AC1EB2"/>
    <w:rsid w:val="00AC2801"/>
    <w:rsid w:val="00AC42F3"/>
    <w:rsid w:val="00AC556C"/>
    <w:rsid w:val="00AD0157"/>
    <w:rsid w:val="00AD0509"/>
    <w:rsid w:val="00AD0829"/>
    <w:rsid w:val="00AD2DEB"/>
    <w:rsid w:val="00AD4CE8"/>
    <w:rsid w:val="00AD62CB"/>
    <w:rsid w:val="00AE0FB0"/>
    <w:rsid w:val="00AE3F77"/>
    <w:rsid w:val="00AE4A0C"/>
    <w:rsid w:val="00AE7A52"/>
    <w:rsid w:val="00AE7EF8"/>
    <w:rsid w:val="00AF047D"/>
    <w:rsid w:val="00AF04D9"/>
    <w:rsid w:val="00AF0B55"/>
    <w:rsid w:val="00AF1543"/>
    <w:rsid w:val="00AF201A"/>
    <w:rsid w:val="00AF24BE"/>
    <w:rsid w:val="00AF5D28"/>
    <w:rsid w:val="00AF66D6"/>
    <w:rsid w:val="00AF76B1"/>
    <w:rsid w:val="00B00554"/>
    <w:rsid w:val="00B008B9"/>
    <w:rsid w:val="00B00FB5"/>
    <w:rsid w:val="00B02FBF"/>
    <w:rsid w:val="00B05279"/>
    <w:rsid w:val="00B065A0"/>
    <w:rsid w:val="00B076E9"/>
    <w:rsid w:val="00B07874"/>
    <w:rsid w:val="00B079E1"/>
    <w:rsid w:val="00B102F4"/>
    <w:rsid w:val="00B13EE8"/>
    <w:rsid w:val="00B1440C"/>
    <w:rsid w:val="00B177FE"/>
    <w:rsid w:val="00B17B2C"/>
    <w:rsid w:val="00B203D9"/>
    <w:rsid w:val="00B22452"/>
    <w:rsid w:val="00B22D7F"/>
    <w:rsid w:val="00B2456E"/>
    <w:rsid w:val="00B24B7D"/>
    <w:rsid w:val="00B24D19"/>
    <w:rsid w:val="00B251ED"/>
    <w:rsid w:val="00B25488"/>
    <w:rsid w:val="00B2659F"/>
    <w:rsid w:val="00B269DF"/>
    <w:rsid w:val="00B27B8B"/>
    <w:rsid w:val="00B27E72"/>
    <w:rsid w:val="00B310FB"/>
    <w:rsid w:val="00B3273B"/>
    <w:rsid w:val="00B32A52"/>
    <w:rsid w:val="00B339F3"/>
    <w:rsid w:val="00B33E1C"/>
    <w:rsid w:val="00B33E5B"/>
    <w:rsid w:val="00B3482B"/>
    <w:rsid w:val="00B34AAC"/>
    <w:rsid w:val="00B35F16"/>
    <w:rsid w:val="00B363A0"/>
    <w:rsid w:val="00B37752"/>
    <w:rsid w:val="00B37EC9"/>
    <w:rsid w:val="00B406D1"/>
    <w:rsid w:val="00B40B9A"/>
    <w:rsid w:val="00B41B44"/>
    <w:rsid w:val="00B44E44"/>
    <w:rsid w:val="00B4511E"/>
    <w:rsid w:val="00B46024"/>
    <w:rsid w:val="00B465BF"/>
    <w:rsid w:val="00B50963"/>
    <w:rsid w:val="00B522A8"/>
    <w:rsid w:val="00B54DBC"/>
    <w:rsid w:val="00B561BD"/>
    <w:rsid w:val="00B57A65"/>
    <w:rsid w:val="00B57E85"/>
    <w:rsid w:val="00B60DFC"/>
    <w:rsid w:val="00B6367D"/>
    <w:rsid w:val="00B643CF"/>
    <w:rsid w:val="00B64A41"/>
    <w:rsid w:val="00B67830"/>
    <w:rsid w:val="00B70875"/>
    <w:rsid w:val="00B72C92"/>
    <w:rsid w:val="00B75C27"/>
    <w:rsid w:val="00B76925"/>
    <w:rsid w:val="00B80AE8"/>
    <w:rsid w:val="00B8214A"/>
    <w:rsid w:val="00B823C0"/>
    <w:rsid w:val="00B82D71"/>
    <w:rsid w:val="00B85391"/>
    <w:rsid w:val="00B85D87"/>
    <w:rsid w:val="00B90EEE"/>
    <w:rsid w:val="00B917CA"/>
    <w:rsid w:val="00B95132"/>
    <w:rsid w:val="00B95D6B"/>
    <w:rsid w:val="00B97B05"/>
    <w:rsid w:val="00BA0103"/>
    <w:rsid w:val="00BA064D"/>
    <w:rsid w:val="00BA0809"/>
    <w:rsid w:val="00BA0986"/>
    <w:rsid w:val="00BA13D8"/>
    <w:rsid w:val="00BA1608"/>
    <w:rsid w:val="00BA1BCF"/>
    <w:rsid w:val="00BA5874"/>
    <w:rsid w:val="00BA5E85"/>
    <w:rsid w:val="00BA62DB"/>
    <w:rsid w:val="00BA6616"/>
    <w:rsid w:val="00BA6BC9"/>
    <w:rsid w:val="00BB3EDE"/>
    <w:rsid w:val="00BB47D5"/>
    <w:rsid w:val="00BB65BE"/>
    <w:rsid w:val="00BC1792"/>
    <w:rsid w:val="00BC1806"/>
    <w:rsid w:val="00BC43F9"/>
    <w:rsid w:val="00BD0E03"/>
    <w:rsid w:val="00BD51A9"/>
    <w:rsid w:val="00BD77DB"/>
    <w:rsid w:val="00BE0037"/>
    <w:rsid w:val="00BE06F3"/>
    <w:rsid w:val="00BE106D"/>
    <w:rsid w:val="00BE1F89"/>
    <w:rsid w:val="00BE2323"/>
    <w:rsid w:val="00BE3051"/>
    <w:rsid w:val="00BE320A"/>
    <w:rsid w:val="00BE5372"/>
    <w:rsid w:val="00BE7AA0"/>
    <w:rsid w:val="00BF0BB9"/>
    <w:rsid w:val="00BF3A1D"/>
    <w:rsid w:val="00BF4F81"/>
    <w:rsid w:val="00BF6D8C"/>
    <w:rsid w:val="00C015B3"/>
    <w:rsid w:val="00C017A1"/>
    <w:rsid w:val="00C0260D"/>
    <w:rsid w:val="00C048DE"/>
    <w:rsid w:val="00C06B31"/>
    <w:rsid w:val="00C06C43"/>
    <w:rsid w:val="00C07CFD"/>
    <w:rsid w:val="00C10936"/>
    <w:rsid w:val="00C112CD"/>
    <w:rsid w:val="00C11A90"/>
    <w:rsid w:val="00C11C59"/>
    <w:rsid w:val="00C128CF"/>
    <w:rsid w:val="00C12CEB"/>
    <w:rsid w:val="00C12F1A"/>
    <w:rsid w:val="00C14C18"/>
    <w:rsid w:val="00C15C07"/>
    <w:rsid w:val="00C16656"/>
    <w:rsid w:val="00C17735"/>
    <w:rsid w:val="00C2029F"/>
    <w:rsid w:val="00C21AE0"/>
    <w:rsid w:val="00C22829"/>
    <w:rsid w:val="00C23286"/>
    <w:rsid w:val="00C2361D"/>
    <w:rsid w:val="00C238C2"/>
    <w:rsid w:val="00C23DF9"/>
    <w:rsid w:val="00C25383"/>
    <w:rsid w:val="00C25FFD"/>
    <w:rsid w:val="00C27B98"/>
    <w:rsid w:val="00C308A2"/>
    <w:rsid w:val="00C31085"/>
    <w:rsid w:val="00C31CD0"/>
    <w:rsid w:val="00C32C87"/>
    <w:rsid w:val="00C32E03"/>
    <w:rsid w:val="00C354C8"/>
    <w:rsid w:val="00C360FC"/>
    <w:rsid w:val="00C3622E"/>
    <w:rsid w:val="00C3769C"/>
    <w:rsid w:val="00C37A40"/>
    <w:rsid w:val="00C42BC4"/>
    <w:rsid w:val="00C43139"/>
    <w:rsid w:val="00C4423B"/>
    <w:rsid w:val="00C44611"/>
    <w:rsid w:val="00C45E4A"/>
    <w:rsid w:val="00C466FD"/>
    <w:rsid w:val="00C46717"/>
    <w:rsid w:val="00C512CD"/>
    <w:rsid w:val="00C52B82"/>
    <w:rsid w:val="00C53318"/>
    <w:rsid w:val="00C54DF1"/>
    <w:rsid w:val="00C55123"/>
    <w:rsid w:val="00C57046"/>
    <w:rsid w:val="00C63300"/>
    <w:rsid w:val="00C63F96"/>
    <w:rsid w:val="00C67A90"/>
    <w:rsid w:val="00C70539"/>
    <w:rsid w:val="00C71E63"/>
    <w:rsid w:val="00C72C3E"/>
    <w:rsid w:val="00C72C91"/>
    <w:rsid w:val="00C7544C"/>
    <w:rsid w:val="00C76366"/>
    <w:rsid w:val="00C76785"/>
    <w:rsid w:val="00C802EB"/>
    <w:rsid w:val="00C80B7E"/>
    <w:rsid w:val="00C82E4A"/>
    <w:rsid w:val="00C82E7A"/>
    <w:rsid w:val="00C84451"/>
    <w:rsid w:val="00C84F4D"/>
    <w:rsid w:val="00C85D19"/>
    <w:rsid w:val="00C861EC"/>
    <w:rsid w:val="00C876FB"/>
    <w:rsid w:val="00C919E4"/>
    <w:rsid w:val="00C93FCA"/>
    <w:rsid w:val="00C95EFA"/>
    <w:rsid w:val="00C96D55"/>
    <w:rsid w:val="00CA0E7B"/>
    <w:rsid w:val="00CA394F"/>
    <w:rsid w:val="00CA6090"/>
    <w:rsid w:val="00CA65E9"/>
    <w:rsid w:val="00CB05BE"/>
    <w:rsid w:val="00CB3348"/>
    <w:rsid w:val="00CB3894"/>
    <w:rsid w:val="00CB74A6"/>
    <w:rsid w:val="00CC079C"/>
    <w:rsid w:val="00CC1243"/>
    <w:rsid w:val="00CC2716"/>
    <w:rsid w:val="00CC53EB"/>
    <w:rsid w:val="00CC54BB"/>
    <w:rsid w:val="00CC5912"/>
    <w:rsid w:val="00CC5F9D"/>
    <w:rsid w:val="00CD0EE9"/>
    <w:rsid w:val="00CD0FFE"/>
    <w:rsid w:val="00CD5837"/>
    <w:rsid w:val="00CD5BB1"/>
    <w:rsid w:val="00CD62C2"/>
    <w:rsid w:val="00CD70EF"/>
    <w:rsid w:val="00CE0929"/>
    <w:rsid w:val="00CE1594"/>
    <w:rsid w:val="00CE4B2B"/>
    <w:rsid w:val="00CE69A1"/>
    <w:rsid w:val="00CF1A17"/>
    <w:rsid w:val="00CF1DA1"/>
    <w:rsid w:val="00CF249B"/>
    <w:rsid w:val="00CF46E6"/>
    <w:rsid w:val="00CF60DF"/>
    <w:rsid w:val="00CF7260"/>
    <w:rsid w:val="00D00239"/>
    <w:rsid w:val="00D00E8E"/>
    <w:rsid w:val="00D01E59"/>
    <w:rsid w:val="00D033D7"/>
    <w:rsid w:val="00D0392D"/>
    <w:rsid w:val="00D054A0"/>
    <w:rsid w:val="00D05A84"/>
    <w:rsid w:val="00D10275"/>
    <w:rsid w:val="00D10C15"/>
    <w:rsid w:val="00D10F26"/>
    <w:rsid w:val="00D119FA"/>
    <w:rsid w:val="00D127AF"/>
    <w:rsid w:val="00D1298E"/>
    <w:rsid w:val="00D12DAF"/>
    <w:rsid w:val="00D13298"/>
    <w:rsid w:val="00D13412"/>
    <w:rsid w:val="00D13566"/>
    <w:rsid w:val="00D13F04"/>
    <w:rsid w:val="00D14104"/>
    <w:rsid w:val="00D229AE"/>
    <w:rsid w:val="00D22F9F"/>
    <w:rsid w:val="00D2360D"/>
    <w:rsid w:val="00D24CD2"/>
    <w:rsid w:val="00D24CD4"/>
    <w:rsid w:val="00D24F57"/>
    <w:rsid w:val="00D25387"/>
    <w:rsid w:val="00D26F94"/>
    <w:rsid w:val="00D27E20"/>
    <w:rsid w:val="00D317F1"/>
    <w:rsid w:val="00D32CF2"/>
    <w:rsid w:val="00D34804"/>
    <w:rsid w:val="00D34E5D"/>
    <w:rsid w:val="00D35A0D"/>
    <w:rsid w:val="00D35E59"/>
    <w:rsid w:val="00D3604A"/>
    <w:rsid w:val="00D410E7"/>
    <w:rsid w:val="00D43168"/>
    <w:rsid w:val="00D43568"/>
    <w:rsid w:val="00D46540"/>
    <w:rsid w:val="00D470E3"/>
    <w:rsid w:val="00D473C1"/>
    <w:rsid w:val="00D47C8A"/>
    <w:rsid w:val="00D504D4"/>
    <w:rsid w:val="00D50ADE"/>
    <w:rsid w:val="00D524A4"/>
    <w:rsid w:val="00D526B0"/>
    <w:rsid w:val="00D55311"/>
    <w:rsid w:val="00D56F5E"/>
    <w:rsid w:val="00D56FFD"/>
    <w:rsid w:val="00D614EB"/>
    <w:rsid w:val="00D61ED9"/>
    <w:rsid w:val="00D63AC3"/>
    <w:rsid w:val="00D64706"/>
    <w:rsid w:val="00D67B2C"/>
    <w:rsid w:val="00D70038"/>
    <w:rsid w:val="00D7138D"/>
    <w:rsid w:val="00D75764"/>
    <w:rsid w:val="00D76EDE"/>
    <w:rsid w:val="00D80435"/>
    <w:rsid w:val="00D80FDC"/>
    <w:rsid w:val="00D840C6"/>
    <w:rsid w:val="00D85167"/>
    <w:rsid w:val="00D860DE"/>
    <w:rsid w:val="00D8626E"/>
    <w:rsid w:val="00D87B59"/>
    <w:rsid w:val="00D91E62"/>
    <w:rsid w:val="00D9449B"/>
    <w:rsid w:val="00D9468E"/>
    <w:rsid w:val="00D948EE"/>
    <w:rsid w:val="00D94EFE"/>
    <w:rsid w:val="00D95C69"/>
    <w:rsid w:val="00DA1FEE"/>
    <w:rsid w:val="00DA2B0D"/>
    <w:rsid w:val="00DA2B58"/>
    <w:rsid w:val="00DA3230"/>
    <w:rsid w:val="00DA4350"/>
    <w:rsid w:val="00DA51C5"/>
    <w:rsid w:val="00DA5750"/>
    <w:rsid w:val="00DA591D"/>
    <w:rsid w:val="00DA62A6"/>
    <w:rsid w:val="00DA6E87"/>
    <w:rsid w:val="00DA7C01"/>
    <w:rsid w:val="00DB210B"/>
    <w:rsid w:val="00DB2C17"/>
    <w:rsid w:val="00DB32D6"/>
    <w:rsid w:val="00DB6181"/>
    <w:rsid w:val="00DB629F"/>
    <w:rsid w:val="00DB6440"/>
    <w:rsid w:val="00DB6F30"/>
    <w:rsid w:val="00DC11A4"/>
    <w:rsid w:val="00DC2F37"/>
    <w:rsid w:val="00DC307D"/>
    <w:rsid w:val="00DC3C11"/>
    <w:rsid w:val="00DC783F"/>
    <w:rsid w:val="00DD07F7"/>
    <w:rsid w:val="00DD0C56"/>
    <w:rsid w:val="00DD1C61"/>
    <w:rsid w:val="00DD2F92"/>
    <w:rsid w:val="00DD3CFD"/>
    <w:rsid w:val="00DD4A19"/>
    <w:rsid w:val="00DD4A3C"/>
    <w:rsid w:val="00DD4C14"/>
    <w:rsid w:val="00DD58BE"/>
    <w:rsid w:val="00DD64A6"/>
    <w:rsid w:val="00DE196A"/>
    <w:rsid w:val="00DE1A68"/>
    <w:rsid w:val="00DE2456"/>
    <w:rsid w:val="00DE3C9B"/>
    <w:rsid w:val="00DE47A0"/>
    <w:rsid w:val="00DE4F41"/>
    <w:rsid w:val="00DE65CE"/>
    <w:rsid w:val="00DE6B85"/>
    <w:rsid w:val="00DE7230"/>
    <w:rsid w:val="00DE75EB"/>
    <w:rsid w:val="00DE7EF3"/>
    <w:rsid w:val="00DE7F1F"/>
    <w:rsid w:val="00DF0295"/>
    <w:rsid w:val="00DF1969"/>
    <w:rsid w:val="00DF1979"/>
    <w:rsid w:val="00DF371E"/>
    <w:rsid w:val="00DF516D"/>
    <w:rsid w:val="00DF7329"/>
    <w:rsid w:val="00DF79D9"/>
    <w:rsid w:val="00E00929"/>
    <w:rsid w:val="00E0144C"/>
    <w:rsid w:val="00E02C28"/>
    <w:rsid w:val="00E031D1"/>
    <w:rsid w:val="00E043C8"/>
    <w:rsid w:val="00E04982"/>
    <w:rsid w:val="00E10BB8"/>
    <w:rsid w:val="00E13D48"/>
    <w:rsid w:val="00E14E0D"/>
    <w:rsid w:val="00E15294"/>
    <w:rsid w:val="00E15419"/>
    <w:rsid w:val="00E154A4"/>
    <w:rsid w:val="00E1694E"/>
    <w:rsid w:val="00E17ED3"/>
    <w:rsid w:val="00E2263C"/>
    <w:rsid w:val="00E23775"/>
    <w:rsid w:val="00E23793"/>
    <w:rsid w:val="00E276F4"/>
    <w:rsid w:val="00E27AFC"/>
    <w:rsid w:val="00E300BB"/>
    <w:rsid w:val="00E30E1B"/>
    <w:rsid w:val="00E3122B"/>
    <w:rsid w:val="00E31272"/>
    <w:rsid w:val="00E31495"/>
    <w:rsid w:val="00E3373B"/>
    <w:rsid w:val="00E33F33"/>
    <w:rsid w:val="00E348E2"/>
    <w:rsid w:val="00E3493C"/>
    <w:rsid w:val="00E359ED"/>
    <w:rsid w:val="00E360F0"/>
    <w:rsid w:val="00E3646F"/>
    <w:rsid w:val="00E37556"/>
    <w:rsid w:val="00E37BA9"/>
    <w:rsid w:val="00E409BB"/>
    <w:rsid w:val="00E40FF5"/>
    <w:rsid w:val="00E4110F"/>
    <w:rsid w:val="00E4236C"/>
    <w:rsid w:val="00E42A23"/>
    <w:rsid w:val="00E42D6E"/>
    <w:rsid w:val="00E44B80"/>
    <w:rsid w:val="00E44C22"/>
    <w:rsid w:val="00E46B24"/>
    <w:rsid w:val="00E47FF2"/>
    <w:rsid w:val="00E507A8"/>
    <w:rsid w:val="00E51E4F"/>
    <w:rsid w:val="00E53C5B"/>
    <w:rsid w:val="00E5504C"/>
    <w:rsid w:val="00E55723"/>
    <w:rsid w:val="00E571BD"/>
    <w:rsid w:val="00E60F1C"/>
    <w:rsid w:val="00E62621"/>
    <w:rsid w:val="00E64408"/>
    <w:rsid w:val="00E65D9F"/>
    <w:rsid w:val="00E6640B"/>
    <w:rsid w:val="00E66563"/>
    <w:rsid w:val="00E67E10"/>
    <w:rsid w:val="00E73BA6"/>
    <w:rsid w:val="00E74C2D"/>
    <w:rsid w:val="00E75A0C"/>
    <w:rsid w:val="00E7690C"/>
    <w:rsid w:val="00E77BDD"/>
    <w:rsid w:val="00E8111F"/>
    <w:rsid w:val="00E817DD"/>
    <w:rsid w:val="00E81EBE"/>
    <w:rsid w:val="00E85DA5"/>
    <w:rsid w:val="00E86046"/>
    <w:rsid w:val="00E87938"/>
    <w:rsid w:val="00E87BA4"/>
    <w:rsid w:val="00E91474"/>
    <w:rsid w:val="00E915B7"/>
    <w:rsid w:val="00E9198C"/>
    <w:rsid w:val="00E97B82"/>
    <w:rsid w:val="00E97E55"/>
    <w:rsid w:val="00EA0270"/>
    <w:rsid w:val="00EA0E30"/>
    <w:rsid w:val="00EA19D7"/>
    <w:rsid w:val="00EA2E61"/>
    <w:rsid w:val="00EA2EF9"/>
    <w:rsid w:val="00EA4864"/>
    <w:rsid w:val="00EA4EE3"/>
    <w:rsid w:val="00EA5173"/>
    <w:rsid w:val="00EA769D"/>
    <w:rsid w:val="00EB1E64"/>
    <w:rsid w:val="00EB3305"/>
    <w:rsid w:val="00EB39C8"/>
    <w:rsid w:val="00EB3EDD"/>
    <w:rsid w:val="00EB452B"/>
    <w:rsid w:val="00EB4AA9"/>
    <w:rsid w:val="00EB5433"/>
    <w:rsid w:val="00EC1F72"/>
    <w:rsid w:val="00EC31EB"/>
    <w:rsid w:val="00EC40FF"/>
    <w:rsid w:val="00EC5151"/>
    <w:rsid w:val="00EC6CDD"/>
    <w:rsid w:val="00EC71EC"/>
    <w:rsid w:val="00ED0EB2"/>
    <w:rsid w:val="00ED0F87"/>
    <w:rsid w:val="00ED3393"/>
    <w:rsid w:val="00ED4396"/>
    <w:rsid w:val="00ED57AC"/>
    <w:rsid w:val="00ED7343"/>
    <w:rsid w:val="00EE0B37"/>
    <w:rsid w:val="00EE3EA1"/>
    <w:rsid w:val="00EE746D"/>
    <w:rsid w:val="00EF04CE"/>
    <w:rsid w:val="00EF0C23"/>
    <w:rsid w:val="00EF148B"/>
    <w:rsid w:val="00EF2044"/>
    <w:rsid w:val="00EF276B"/>
    <w:rsid w:val="00EF3C59"/>
    <w:rsid w:val="00EF51AB"/>
    <w:rsid w:val="00EF5350"/>
    <w:rsid w:val="00EF6FDD"/>
    <w:rsid w:val="00F00C12"/>
    <w:rsid w:val="00F044DE"/>
    <w:rsid w:val="00F048FC"/>
    <w:rsid w:val="00F04AB6"/>
    <w:rsid w:val="00F05805"/>
    <w:rsid w:val="00F05CFA"/>
    <w:rsid w:val="00F06DAA"/>
    <w:rsid w:val="00F07EA9"/>
    <w:rsid w:val="00F07F87"/>
    <w:rsid w:val="00F10AAE"/>
    <w:rsid w:val="00F1165F"/>
    <w:rsid w:val="00F11883"/>
    <w:rsid w:val="00F11AC1"/>
    <w:rsid w:val="00F11BE3"/>
    <w:rsid w:val="00F125DE"/>
    <w:rsid w:val="00F129ED"/>
    <w:rsid w:val="00F14B76"/>
    <w:rsid w:val="00F15655"/>
    <w:rsid w:val="00F17A58"/>
    <w:rsid w:val="00F17CA1"/>
    <w:rsid w:val="00F20640"/>
    <w:rsid w:val="00F2366C"/>
    <w:rsid w:val="00F23C58"/>
    <w:rsid w:val="00F24791"/>
    <w:rsid w:val="00F2483F"/>
    <w:rsid w:val="00F26CA3"/>
    <w:rsid w:val="00F3056D"/>
    <w:rsid w:val="00F30664"/>
    <w:rsid w:val="00F310F4"/>
    <w:rsid w:val="00F312A8"/>
    <w:rsid w:val="00F3151D"/>
    <w:rsid w:val="00F35603"/>
    <w:rsid w:val="00F357C8"/>
    <w:rsid w:val="00F3735E"/>
    <w:rsid w:val="00F377A5"/>
    <w:rsid w:val="00F40C61"/>
    <w:rsid w:val="00F41E0D"/>
    <w:rsid w:val="00F43C4F"/>
    <w:rsid w:val="00F4584A"/>
    <w:rsid w:val="00F45C9F"/>
    <w:rsid w:val="00F46040"/>
    <w:rsid w:val="00F51934"/>
    <w:rsid w:val="00F51B04"/>
    <w:rsid w:val="00F51B14"/>
    <w:rsid w:val="00F51CA9"/>
    <w:rsid w:val="00F527A3"/>
    <w:rsid w:val="00F53339"/>
    <w:rsid w:val="00F53529"/>
    <w:rsid w:val="00F5446C"/>
    <w:rsid w:val="00F557F4"/>
    <w:rsid w:val="00F55C76"/>
    <w:rsid w:val="00F55DD2"/>
    <w:rsid w:val="00F565AC"/>
    <w:rsid w:val="00F566BB"/>
    <w:rsid w:val="00F5670A"/>
    <w:rsid w:val="00F619DA"/>
    <w:rsid w:val="00F61D26"/>
    <w:rsid w:val="00F67041"/>
    <w:rsid w:val="00F67251"/>
    <w:rsid w:val="00F706AE"/>
    <w:rsid w:val="00F70FAB"/>
    <w:rsid w:val="00F7244F"/>
    <w:rsid w:val="00F72711"/>
    <w:rsid w:val="00F727A6"/>
    <w:rsid w:val="00F73739"/>
    <w:rsid w:val="00F7406C"/>
    <w:rsid w:val="00F74181"/>
    <w:rsid w:val="00F744E7"/>
    <w:rsid w:val="00F75ADA"/>
    <w:rsid w:val="00F7678E"/>
    <w:rsid w:val="00F77C7D"/>
    <w:rsid w:val="00F77DD6"/>
    <w:rsid w:val="00F8018A"/>
    <w:rsid w:val="00F8075A"/>
    <w:rsid w:val="00F82F62"/>
    <w:rsid w:val="00F83007"/>
    <w:rsid w:val="00F83279"/>
    <w:rsid w:val="00F837F5"/>
    <w:rsid w:val="00F8393A"/>
    <w:rsid w:val="00F850B9"/>
    <w:rsid w:val="00F86A12"/>
    <w:rsid w:val="00F87507"/>
    <w:rsid w:val="00F87621"/>
    <w:rsid w:val="00F90130"/>
    <w:rsid w:val="00F906F3"/>
    <w:rsid w:val="00F94925"/>
    <w:rsid w:val="00F94E5C"/>
    <w:rsid w:val="00F9798F"/>
    <w:rsid w:val="00FA088B"/>
    <w:rsid w:val="00FA0A3C"/>
    <w:rsid w:val="00FA0CE1"/>
    <w:rsid w:val="00FA3E10"/>
    <w:rsid w:val="00FA678B"/>
    <w:rsid w:val="00FA68A0"/>
    <w:rsid w:val="00FA692C"/>
    <w:rsid w:val="00FA71AC"/>
    <w:rsid w:val="00FB292C"/>
    <w:rsid w:val="00FB2B34"/>
    <w:rsid w:val="00FB4569"/>
    <w:rsid w:val="00FB481B"/>
    <w:rsid w:val="00FB51E7"/>
    <w:rsid w:val="00FB7C42"/>
    <w:rsid w:val="00FB7E84"/>
    <w:rsid w:val="00FB7EBD"/>
    <w:rsid w:val="00FC12D2"/>
    <w:rsid w:val="00FC183C"/>
    <w:rsid w:val="00FC3228"/>
    <w:rsid w:val="00FC3612"/>
    <w:rsid w:val="00FC3BE3"/>
    <w:rsid w:val="00FC5C80"/>
    <w:rsid w:val="00FC65F2"/>
    <w:rsid w:val="00FC664A"/>
    <w:rsid w:val="00FD21E5"/>
    <w:rsid w:val="00FD2C59"/>
    <w:rsid w:val="00FD54A9"/>
    <w:rsid w:val="00FD5EF6"/>
    <w:rsid w:val="00FD794F"/>
    <w:rsid w:val="00FE03FE"/>
    <w:rsid w:val="00FE0EBD"/>
    <w:rsid w:val="00FE1FA6"/>
    <w:rsid w:val="00FE23C9"/>
    <w:rsid w:val="00FE28B1"/>
    <w:rsid w:val="00FE52B4"/>
    <w:rsid w:val="00FF32B0"/>
    <w:rsid w:val="00FF36C4"/>
    <w:rsid w:val="00FF4CBA"/>
    <w:rsid w:val="00FF5109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BBD37"/>
  <w15:docId w15:val="{0F621291-7432-4DDC-AF38-0D33505F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106D"/>
  </w:style>
  <w:style w:type="paragraph" w:styleId="1">
    <w:name w:val="heading 1"/>
    <w:basedOn w:val="a"/>
    <w:next w:val="a"/>
    <w:qFormat/>
    <w:rsid w:val="002808B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808BC"/>
    <w:pPr>
      <w:keepNext/>
      <w:framePr w:w="8739" w:h="1145" w:hRule="exact" w:hSpace="181" w:wrap="notBeside" w:vAnchor="text" w:hAnchor="page" w:x="1584" w:y="-1279" w:anchorLock="1"/>
      <w:ind w:left="851" w:right="-2599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2808BC"/>
    <w:pPr>
      <w:keepNext/>
      <w:framePr w:w="8739" w:h="1145" w:hRule="exact" w:hSpace="181" w:wrap="notBeside" w:vAnchor="text" w:hAnchor="page" w:x="1584" w:y="-1279" w:anchorLock="1"/>
      <w:ind w:left="851" w:right="-2599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08BC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808BC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808BC"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2808BC"/>
    <w:pPr>
      <w:keepNext/>
      <w:framePr w:hSpace="180" w:wrap="around" w:vAnchor="text" w:hAnchor="margin" w:y="63"/>
      <w:numPr>
        <w:ilvl w:val="12"/>
      </w:numPr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75194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1 Знак"/>
    <w:basedOn w:val="a"/>
    <w:rsid w:val="000D0B2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Знак Знак Знак Знак1 Знак Знак Знак"/>
    <w:basedOn w:val="a"/>
    <w:rsid w:val="00B80AE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H4">
    <w:name w:val="H4"/>
    <w:basedOn w:val="a"/>
    <w:next w:val="a"/>
    <w:rsid w:val="002808BC"/>
    <w:pPr>
      <w:keepNext/>
      <w:widowControl w:val="0"/>
      <w:spacing w:before="100" w:after="100"/>
    </w:pPr>
    <w:rPr>
      <w:b/>
      <w:sz w:val="24"/>
    </w:rPr>
  </w:style>
  <w:style w:type="paragraph" w:customStyle="1" w:styleId="DefinitionTerm">
    <w:name w:val="Definition Term"/>
    <w:basedOn w:val="a"/>
    <w:next w:val="a"/>
    <w:rsid w:val="002808BC"/>
    <w:pPr>
      <w:widowControl w:val="0"/>
    </w:pPr>
    <w:rPr>
      <w:sz w:val="24"/>
    </w:rPr>
  </w:style>
  <w:style w:type="paragraph" w:customStyle="1" w:styleId="H3">
    <w:name w:val="H3"/>
    <w:basedOn w:val="a"/>
    <w:next w:val="a"/>
    <w:rsid w:val="002808BC"/>
    <w:pPr>
      <w:keepNext/>
      <w:widowControl w:val="0"/>
      <w:spacing w:before="100" w:after="100"/>
    </w:pPr>
    <w:rPr>
      <w:b/>
      <w:sz w:val="28"/>
    </w:rPr>
  </w:style>
  <w:style w:type="paragraph" w:styleId="a3">
    <w:name w:val="Title"/>
    <w:basedOn w:val="a"/>
    <w:qFormat/>
    <w:rsid w:val="002808BC"/>
    <w:pPr>
      <w:jc w:val="center"/>
    </w:pPr>
    <w:rPr>
      <w:caps/>
      <w:sz w:val="28"/>
    </w:rPr>
  </w:style>
  <w:style w:type="paragraph" w:styleId="a4">
    <w:name w:val="Body Text"/>
    <w:aliases w:val="Основной текст Знак Знак,Основной текст Знак Знак Знак Знак Знак,Основной текст Знак Знак Знак Знак Знак Знак,Основной текст Знак2,Основной текст Знак Знак1,Основной текст Знак1 Знак Знак,Основной текст Знак1 Знак1"/>
    <w:basedOn w:val="a"/>
    <w:rsid w:val="002808BC"/>
    <w:pPr>
      <w:jc w:val="both"/>
    </w:pPr>
    <w:rPr>
      <w:bCs/>
      <w:sz w:val="28"/>
    </w:rPr>
  </w:style>
  <w:style w:type="paragraph" w:styleId="20">
    <w:name w:val="Body Text 2"/>
    <w:basedOn w:val="a"/>
    <w:rsid w:val="002808BC"/>
    <w:rPr>
      <w:sz w:val="28"/>
      <w:szCs w:val="24"/>
    </w:rPr>
  </w:style>
  <w:style w:type="paragraph" w:styleId="a5">
    <w:name w:val="Body Text Indent"/>
    <w:basedOn w:val="a"/>
    <w:link w:val="a6"/>
    <w:rsid w:val="002808BC"/>
    <w:pPr>
      <w:ind w:firstLine="284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2158"/>
    <w:rPr>
      <w:sz w:val="28"/>
    </w:rPr>
  </w:style>
  <w:style w:type="paragraph" w:styleId="21">
    <w:name w:val="Body Text Indent 2"/>
    <w:basedOn w:val="a"/>
    <w:rsid w:val="002808BC"/>
    <w:pPr>
      <w:ind w:firstLine="567"/>
      <w:jc w:val="both"/>
    </w:pPr>
    <w:rPr>
      <w:sz w:val="28"/>
    </w:rPr>
  </w:style>
  <w:style w:type="paragraph" w:styleId="a7">
    <w:name w:val="footer"/>
    <w:basedOn w:val="a"/>
    <w:rsid w:val="00AB3B3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Balloon Text"/>
    <w:basedOn w:val="a"/>
    <w:semiHidden/>
    <w:rsid w:val="00AB3B34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D4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Знак Знак2 Знак Знак Знак Знак"/>
    <w:basedOn w:val="a"/>
    <w:rsid w:val="00DD3CF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a">
    <w:name w:val="Знак Знак Знак Знак"/>
    <w:basedOn w:val="a"/>
    <w:rsid w:val="0066293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Стиль1"/>
    <w:basedOn w:val="a"/>
    <w:rsid w:val="00735D83"/>
    <w:pPr>
      <w:tabs>
        <w:tab w:val="left" w:pos="284"/>
      </w:tabs>
      <w:autoSpaceDE w:val="0"/>
      <w:autoSpaceDN w:val="0"/>
    </w:pPr>
    <w:rPr>
      <w:sz w:val="16"/>
      <w:szCs w:val="16"/>
    </w:rPr>
  </w:style>
  <w:style w:type="paragraph" w:customStyle="1" w:styleId="13">
    <w:name w:val="Знак Знак Знак Знак Знак Знак Знак1"/>
    <w:basedOn w:val="a"/>
    <w:rsid w:val="00B32A5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header"/>
    <w:basedOn w:val="a"/>
    <w:link w:val="ac"/>
    <w:uiPriority w:val="99"/>
    <w:rsid w:val="00E2379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23">
    <w:name w:val="Знак2"/>
    <w:basedOn w:val="a"/>
    <w:rsid w:val="00843D7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">
    <w:name w:val="Знак1"/>
    <w:basedOn w:val="a"/>
    <w:rsid w:val="00843D7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caption"/>
    <w:basedOn w:val="a"/>
    <w:next w:val="a"/>
    <w:qFormat/>
    <w:rsid w:val="00A8379B"/>
    <w:pPr>
      <w:jc w:val="center"/>
    </w:pPr>
    <w:rPr>
      <w:sz w:val="28"/>
    </w:rPr>
  </w:style>
  <w:style w:type="paragraph" w:customStyle="1" w:styleId="15">
    <w:name w:val="Знак1 Знак Знак"/>
    <w:basedOn w:val="a"/>
    <w:rsid w:val="00B251E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1 Знак Знак Знак Знак Знак Знак Знак"/>
    <w:basedOn w:val="a"/>
    <w:rsid w:val="00D0023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e">
    <w:name w:val="Hyperlink"/>
    <w:basedOn w:val="a0"/>
    <w:uiPriority w:val="99"/>
    <w:rsid w:val="00CD0EE9"/>
    <w:rPr>
      <w:color w:val="0000FF"/>
      <w:u w:val="single"/>
    </w:rPr>
  </w:style>
  <w:style w:type="paragraph" w:customStyle="1" w:styleId="af">
    <w:name w:val="Знак Знак Знак Знак Знак Знак Знак"/>
    <w:basedOn w:val="a"/>
    <w:rsid w:val="00CD0EE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0406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Обратный адрес"/>
    <w:basedOn w:val="a"/>
    <w:rsid w:val="000406BA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</w:pPr>
    <w:rPr>
      <w:sz w:val="16"/>
    </w:rPr>
  </w:style>
  <w:style w:type="paragraph" w:styleId="af2">
    <w:name w:val="List Paragraph"/>
    <w:basedOn w:val="a"/>
    <w:qFormat/>
    <w:rsid w:val="0092445F"/>
    <w:pPr>
      <w:ind w:left="708"/>
    </w:pPr>
    <w:rPr>
      <w:sz w:val="24"/>
      <w:szCs w:val="24"/>
    </w:rPr>
  </w:style>
  <w:style w:type="paragraph" w:styleId="30">
    <w:name w:val="Body Text Indent 3"/>
    <w:basedOn w:val="a"/>
    <w:rsid w:val="00067249"/>
    <w:pPr>
      <w:spacing w:after="120"/>
      <w:ind w:left="283"/>
    </w:pPr>
    <w:rPr>
      <w:sz w:val="16"/>
      <w:szCs w:val="16"/>
    </w:rPr>
  </w:style>
  <w:style w:type="paragraph" w:styleId="31">
    <w:name w:val="Body Text 3"/>
    <w:basedOn w:val="a"/>
    <w:rsid w:val="00067249"/>
    <w:pPr>
      <w:spacing w:after="120"/>
    </w:pPr>
    <w:rPr>
      <w:sz w:val="16"/>
      <w:szCs w:val="16"/>
    </w:rPr>
  </w:style>
  <w:style w:type="paragraph" w:customStyle="1" w:styleId="17">
    <w:name w:val="1 Знак"/>
    <w:basedOn w:val="a"/>
    <w:rsid w:val="00B54DB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4">
    <w:name w:val="Знак2 Знак Знак Знак"/>
    <w:basedOn w:val="a"/>
    <w:rsid w:val="00E6640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1 Знак Знак Знак Знак"/>
    <w:basedOn w:val="a"/>
    <w:rsid w:val="0090259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3">
    <w:name w:val="FollowedHyperlink"/>
    <w:basedOn w:val="a0"/>
    <w:rsid w:val="008F744A"/>
    <w:rPr>
      <w:color w:val="800080"/>
      <w:u w:val="single"/>
    </w:rPr>
  </w:style>
  <w:style w:type="paragraph" w:customStyle="1" w:styleId="ConsPlusNormal">
    <w:name w:val="ConsPlusNormal"/>
    <w:rsid w:val="002F49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Знак Знак Знак Знак Знак Знак"/>
    <w:basedOn w:val="a"/>
    <w:rsid w:val="00C8445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2D28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8346F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5">
    <w:name w:val="Знак Знак Знак Знак Знак"/>
    <w:basedOn w:val="a"/>
    <w:rsid w:val="00900A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32">
    <w:name w:val="Знак3"/>
    <w:basedOn w:val="a"/>
    <w:rsid w:val="00456EE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0">
    <w:name w:val="Знак2 Знак Знак1"/>
    <w:basedOn w:val="a"/>
    <w:rsid w:val="003242D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9">
    <w:name w:val="Знак Знак1 Знак Знак Знак Знак Знак Знак Знак Знак Знак Знак Знак Знак Знак Знак Знак Знак"/>
    <w:basedOn w:val="a"/>
    <w:rsid w:val="00F8750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footnote text"/>
    <w:basedOn w:val="a"/>
    <w:semiHidden/>
    <w:rsid w:val="00707694"/>
  </w:style>
  <w:style w:type="character" w:styleId="af7">
    <w:name w:val="footnote reference"/>
    <w:basedOn w:val="a0"/>
    <w:semiHidden/>
    <w:rsid w:val="00707694"/>
    <w:rPr>
      <w:vertAlign w:val="superscript"/>
    </w:rPr>
  </w:style>
  <w:style w:type="paragraph" w:customStyle="1" w:styleId="Style7">
    <w:name w:val="Style7"/>
    <w:basedOn w:val="a"/>
    <w:rsid w:val="00550522"/>
    <w:pPr>
      <w:widowControl w:val="0"/>
      <w:autoSpaceDE w:val="0"/>
      <w:autoSpaceDN w:val="0"/>
      <w:adjustRightInd w:val="0"/>
      <w:spacing w:line="302" w:lineRule="exact"/>
      <w:ind w:firstLine="667"/>
      <w:jc w:val="both"/>
    </w:pPr>
    <w:rPr>
      <w:sz w:val="24"/>
      <w:szCs w:val="24"/>
    </w:rPr>
  </w:style>
  <w:style w:type="character" w:customStyle="1" w:styleId="FontStyle12">
    <w:name w:val="Font Style12"/>
    <w:rsid w:val="0055052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50522"/>
    <w:pPr>
      <w:widowControl w:val="0"/>
      <w:autoSpaceDE w:val="0"/>
      <w:autoSpaceDN w:val="0"/>
      <w:adjustRightInd w:val="0"/>
      <w:spacing w:line="302" w:lineRule="exact"/>
      <w:ind w:firstLine="648"/>
    </w:pPr>
    <w:rPr>
      <w:sz w:val="24"/>
      <w:szCs w:val="24"/>
    </w:rPr>
  </w:style>
  <w:style w:type="paragraph" w:customStyle="1" w:styleId="ConsNormal">
    <w:name w:val="ConsNormal"/>
    <w:rsid w:val="00550522"/>
    <w:pPr>
      <w:widowControl w:val="0"/>
      <w:ind w:right="19772" w:firstLine="720"/>
    </w:pPr>
    <w:rPr>
      <w:rFonts w:ascii="Arial" w:hAnsi="Arial"/>
    </w:rPr>
  </w:style>
  <w:style w:type="character" w:styleId="af8">
    <w:name w:val="page number"/>
    <w:basedOn w:val="a0"/>
    <w:rsid w:val="00550522"/>
  </w:style>
  <w:style w:type="paragraph" w:customStyle="1" w:styleId="af9">
    <w:name w:val="Знак Знак Знак Знак Знак Знак Знак Знак"/>
    <w:basedOn w:val="a"/>
    <w:rsid w:val="0055052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a">
    <w:name w:val="Знак Знак Знак Знак1"/>
    <w:basedOn w:val="a"/>
    <w:rsid w:val="0055052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b">
    <w:name w:val="Абзац списка1"/>
    <w:basedOn w:val="a"/>
    <w:rsid w:val="00766FB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3">
    <w:name w:val="Font Style33"/>
    <w:basedOn w:val="a0"/>
    <w:rsid w:val="00CE0929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504520"/>
    <w:pPr>
      <w:widowControl w:val="0"/>
      <w:autoSpaceDE w:val="0"/>
      <w:autoSpaceDN w:val="0"/>
      <w:adjustRightInd w:val="0"/>
      <w:spacing w:line="324" w:lineRule="exact"/>
      <w:ind w:firstLine="886"/>
      <w:jc w:val="both"/>
    </w:pPr>
    <w:rPr>
      <w:sz w:val="24"/>
      <w:szCs w:val="24"/>
    </w:rPr>
  </w:style>
  <w:style w:type="character" w:customStyle="1" w:styleId="FontStyle17">
    <w:name w:val="Font Style17"/>
    <w:basedOn w:val="a0"/>
    <w:rsid w:val="00504520"/>
    <w:rPr>
      <w:rFonts w:ascii="Times New Roman" w:hAnsi="Times New Roman" w:cs="Times New Roman"/>
      <w:sz w:val="24"/>
      <w:szCs w:val="24"/>
    </w:rPr>
  </w:style>
  <w:style w:type="character" w:customStyle="1" w:styleId="afa">
    <w:name w:val="Гипертекстовая ссылка"/>
    <w:basedOn w:val="a0"/>
    <w:rsid w:val="003E63A1"/>
    <w:rPr>
      <w:color w:val="106BBE"/>
    </w:rPr>
  </w:style>
  <w:style w:type="paragraph" w:styleId="afb">
    <w:name w:val="Normal (Web)"/>
    <w:basedOn w:val="a"/>
    <w:rsid w:val="003468E0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nformat">
    <w:name w:val="ConsPlusNonformat"/>
    <w:rsid w:val="001B5314"/>
    <w:pPr>
      <w:widowControl w:val="0"/>
      <w:snapToGrid w:val="0"/>
    </w:pPr>
    <w:rPr>
      <w:rFonts w:ascii="Courier New" w:hAnsi="Courier New"/>
    </w:rPr>
  </w:style>
  <w:style w:type="paragraph" w:customStyle="1" w:styleId="1c">
    <w:name w:val="Обычный1"/>
    <w:link w:val="Normal"/>
    <w:rsid w:val="00DE196A"/>
    <w:pPr>
      <w:widowControl w:val="0"/>
    </w:pPr>
  </w:style>
  <w:style w:type="character" w:customStyle="1" w:styleId="Normal">
    <w:name w:val="Normal Знак"/>
    <w:link w:val="1c"/>
    <w:rsid w:val="00DE196A"/>
    <w:rPr>
      <w:lang w:val="ru-RU" w:eastAsia="ru-RU"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AB2EF5"/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865E7"/>
  </w:style>
  <w:style w:type="paragraph" w:customStyle="1" w:styleId="s1">
    <w:name w:val="s_1"/>
    <w:basedOn w:val="a"/>
    <w:uiPriority w:val="99"/>
    <w:rsid w:val="000865E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1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7125C3C61D13FE6455DEB4306ECC641759F97CC5D96DA675356FEE72K8k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\Application%20Data\Microsoft\&#1064;&#1072;&#1073;&#1083;&#1086;&#1085;&#1099;\&#1055;&#1088;&#1080;&#1082;&#1072;&#1079;%20&#1057;&#1056;&#106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СРЦ</Template>
  <TotalTime>75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4642</CharactersWithSpaces>
  <SharedDoc>false</SharedDoc>
  <HLinks>
    <vt:vector size="42" baseType="variant">
      <vt:variant>
        <vt:i4>7536700</vt:i4>
      </vt:variant>
      <vt:variant>
        <vt:i4>18</vt:i4>
      </vt:variant>
      <vt:variant>
        <vt:i4>0</vt:i4>
      </vt:variant>
      <vt:variant>
        <vt:i4>5</vt:i4>
      </vt:variant>
      <vt:variant>
        <vt:lpwstr>garantf1://12064203.12/</vt:lpwstr>
      </vt:variant>
      <vt:variant>
        <vt:lpwstr/>
      </vt:variant>
      <vt:variant>
        <vt:i4>6881330</vt:i4>
      </vt:variant>
      <vt:variant>
        <vt:i4>15</vt:i4>
      </vt:variant>
      <vt:variant>
        <vt:i4>0</vt:i4>
      </vt:variant>
      <vt:variant>
        <vt:i4>5</vt:i4>
      </vt:variant>
      <vt:variant>
        <vt:lpwstr>garantf1://70272954.0/</vt:lpwstr>
      </vt:variant>
      <vt:variant>
        <vt:lpwstr/>
      </vt:variant>
      <vt:variant>
        <vt:i4>6619174</vt:i4>
      </vt:variant>
      <vt:variant>
        <vt:i4>12</vt:i4>
      </vt:variant>
      <vt:variant>
        <vt:i4>0</vt:i4>
      </vt:variant>
      <vt:variant>
        <vt:i4>5</vt:i4>
      </vt:variant>
      <vt:variant>
        <vt:lpwstr>garantf1://98780.1/</vt:lpwstr>
      </vt:variant>
      <vt:variant>
        <vt:lpwstr/>
      </vt:variant>
      <vt:variant>
        <vt:i4>6291500</vt:i4>
      </vt:variant>
      <vt:variant>
        <vt:i4>9</vt:i4>
      </vt:variant>
      <vt:variant>
        <vt:i4>0</vt:i4>
      </vt:variant>
      <vt:variant>
        <vt:i4>5</vt:i4>
      </vt:variant>
      <vt:variant>
        <vt:lpwstr>garantf1://98625.0/</vt:lpwstr>
      </vt:variant>
      <vt:variant>
        <vt:lpwstr/>
      </vt:variant>
      <vt:variant>
        <vt:i4>6422570</vt:i4>
      </vt:variant>
      <vt:variant>
        <vt:i4>6</vt:i4>
      </vt:variant>
      <vt:variant>
        <vt:i4>0</vt:i4>
      </vt:variant>
      <vt:variant>
        <vt:i4>5</vt:i4>
      </vt:variant>
      <vt:variant>
        <vt:lpwstr>garantf1://98625.10162/</vt:lpwstr>
      </vt:variant>
      <vt:variant>
        <vt:lpwstr/>
      </vt:variant>
      <vt:variant>
        <vt:i4>6291500</vt:i4>
      </vt:variant>
      <vt:variant>
        <vt:i4>3</vt:i4>
      </vt:variant>
      <vt:variant>
        <vt:i4>0</vt:i4>
      </vt:variant>
      <vt:variant>
        <vt:i4>5</vt:i4>
      </vt:variant>
      <vt:variant>
        <vt:lpwstr>garantf1://98625.0/</vt:lpwstr>
      </vt:variant>
      <vt:variant>
        <vt:lpwstr/>
      </vt:variant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garantf1://98625.10162/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</dc:creator>
  <cp:lastModifiedBy>Анастасия</cp:lastModifiedBy>
  <cp:revision>18</cp:revision>
  <cp:lastPrinted>2021-02-10T11:58:00Z</cp:lastPrinted>
  <dcterms:created xsi:type="dcterms:W3CDTF">2016-04-11T03:43:00Z</dcterms:created>
  <dcterms:modified xsi:type="dcterms:W3CDTF">2021-02-11T07:50:00Z</dcterms:modified>
</cp:coreProperties>
</file>